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D02" w:rsidRPr="003F0D02" w:rsidRDefault="003F0D02" w:rsidP="00A925A8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A925A8" w:rsidRPr="00EF297F" w:rsidRDefault="00A925A8" w:rsidP="005F2841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 w:rsidR="00EF297F">
        <w:rPr>
          <w:b/>
          <w:i/>
          <w:sz w:val="28"/>
          <w:szCs w:val="28"/>
          <w:lang w:val="en-US"/>
        </w:rPr>
        <w:t xml:space="preserve"> </w:t>
      </w:r>
      <w:bookmarkStart w:id="0" w:name="name_prog"/>
      <w:bookmarkEnd w:id="0"/>
    </w:p>
    <w:p w:rsidR="00031A41" w:rsidRDefault="00031A41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1A7D22" w:rsidTr="009024DC">
        <w:trPr>
          <w:trHeight w:val="390"/>
        </w:trPr>
        <w:tc>
          <w:tcPr>
            <w:tcW w:w="1881" w:type="dxa"/>
          </w:tcPr>
          <w:p w:rsidR="001A7D22" w:rsidRPr="00936BFF" w:rsidRDefault="001A7D22" w:rsidP="000C0B93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1A7D22" w:rsidRPr="00CF2AC4" w:rsidRDefault="002366D3" w:rsidP="006F646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A02.07.010.010</w:t>
            </w:r>
          </w:p>
        </w:tc>
        <w:tc>
          <w:tcPr>
            <w:tcW w:w="1497" w:type="dxa"/>
          </w:tcPr>
          <w:p w:rsidR="001A7D22" w:rsidRPr="006F6466" w:rsidRDefault="001A7D2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1A7D22" w:rsidRPr="001A7D22" w:rsidRDefault="001A7D22" w:rsidP="006F64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031A41" w:rsidTr="009024DC">
        <w:trPr>
          <w:gridAfter w:val="2"/>
          <w:wAfter w:w="4330" w:type="dxa"/>
        </w:trPr>
        <w:tc>
          <w:tcPr>
            <w:tcW w:w="1881" w:type="dxa"/>
          </w:tcPr>
          <w:p w:rsidR="00031A41" w:rsidRPr="00936BFF" w:rsidRDefault="00936BFF" w:rsidP="00936BFF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="00031A41" w:rsidRPr="00936BFF">
              <w:rPr>
                <w:sz w:val="16"/>
                <w:szCs w:val="16"/>
              </w:rPr>
              <w:t>:</w:t>
            </w:r>
          </w:p>
          <w:p w:rsidR="00031A41" w:rsidRPr="00936BFF" w:rsidRDefault="00031A41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031A41" w:rsidRPr="00421DB2" w:rsidRDefault="002366D3" w:rsidP="006F646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>Изготовление и анализ  диагностических моделей контрагенту</w:t>
            </w:r>
          </w:p>
        </w:tc>
      </w:tr>
      <w:tr w:rsidR="00A00909" w:rsidTr="009024DC">
        <w:tc>
          <w:tcPr>
            <w:tcW w:w="1881" w:type="dxa"/>
            <w:vAlign w:val="center"/>
          </w:tcPr>
          <w:p w:rsidR="00A00909" w:rsidRPr="00936BFF" w:rsidRDefault="00A00909" w:rsidP="001A7D2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A00909" w:rsidRPr="00CF2AC4" w:rsidRDefault="00A00909" w:rsidP="006F646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A00909" w:rsidRPr="00DD11D8" w:rsidRDefault="00A00909" w:rsidP="00A0090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A00909" w:rsidRPr="00CF2AC4" w:rsidRDefault="00A00909" w:rsidP="00A0090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122FA9" w:rsidTr="009024DC">
        <w:tc>
          <w:tcPr>
            <w:tcW w:w="1881" w:type="dxa"/>
            <w:vAlign w:val="center"/>
          </w:tcPr>
          <w:p w:rsidR="00122FA9" w:rsidRPr="00936BFF" w:rsidRDefault="00122FA9" w:rsidP="00A0090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122FA9" w:rsidRPr="006F6466" w:rsidRDefault="002366D3" w:rsidP="006F646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00:40</w:t>
            </w:r>
          </w:p>
        </w:tc>
        <w:tc>
          <w:tcPr>
            <w:tcW w:w="1497" w:type="dxa"/>
            <w:vAlign w:val="center"/>
          </w:tcPr>
          <w:p w:rsidR="00122FA9" w:rsidRPr="00DC40D2" w:rsidRDefault="00122FA9" w:rsidP="0034463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122FA9" w:rsidRPr="008A072D" w:rsidRDefault="00122FA9" w:rsidP="00A0090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024DC" w:rsidTr="009024DC">
        <w:trPr>
          <w:trHeight w:val="336"/>
        </w:trPr>
        <w:tc>
          <w:tcPr>
            <w:tcW w:w="1881" w:type="dxa"/>
            <w:vAlign w:val="center"/>
          </w:tcPr>
          <w:p w:rsidR="009024DC" w:rsidRPr="009024DC" w:rsidRDefault="009024DC" w:rsidP="009024D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9024DC" w:rsidRDefault="009024DC" w:rsidP="009024DC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9024DC" w:rsidRPr="00936BFF" w:rsidRDefault="009024DC" w:rsidP="00A0090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9024DC" w:rsidRPr="006F6466" w:rsidRDefault="009024DC" w:rsidP="006F646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9024DC" w:rsidRPr="00DC40D2" w:rsidRDefault="009024DC" w:rsidP="0034463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9024DC" w:rsidRPr="008A072D" w:rsidRDefault="009024DC" w:rsidP="00A0090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855072" w:rsidRDefault="00855072" w:rsidP="000C0B9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031A41" w:rsidRPr="00936BFF" w:rsidRDefault="000C0B93" w:rsidP="005F2841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="00936BFF"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0C0B93" w:rsidTr="00D06DD4">
        <w:tc>
          <w:tcPr>
            <w:tcW w:w="468" w:type="dxa"/>
            <w:vAlign w:val="center"/>
          </w:tcPr>
          <w:p w:rsidR="00936BFF" w:rsidRPr="00D06DD4" w:rsidRDefault="000C0B9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936BFF" w:rsidRPr="00D06DD4" w:rsidRDefault="000C0B9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936BFF" w:rsidRPr="00D06DD4" w:rsidRDefault="000C0B9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936BFF" w:rsidRPr="00D06DD4" w:rsidRDefault="000C0B9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936BFF" w:rsidRPr="00D06DD4" w:rsidRDefault="000C0B9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D06DD4">
        <w:tc>
          <w:tcPr>
            <w:tcW w:w="468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3.73</w:t>
            </w:r>
          </w:p>
        </w:tc>
      </w:tr>
      <w:tr w:rsidR="002366D3" w:rsidTr="00D06DD4">
        <w:tc>
          <w:tcPr>
            <w:tcW w:w="468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5.14</w:t>
            </w:r>
          </w:p>
        </w:tc>
      </w:tr>
      <w:tr w:rsidR="002366D3" w:rsidTr="00D06DD4">
        <w:tc>
          <w:tcPr>
            <w:tcW w:w="468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D06DD4">
        <w:tc>
          <w:tcPr>
            <w:tcW w:w="468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0C0B93" w:rsidTr="00D06DD4">
        <w:tc>
          <w:tcPr>
            <w:tcW w:w="468" w:type="dxa"/>
            <w:vAlign w:val="center"/>
          </w:tcPr>
          <w:p w:rsidR="00936BFF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936BFF" w:rsidRPr="00D06DD4" w:rsidRDefault="002366D3" w:rsidP="00D06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936BFF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936BFF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936BFF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15.72</w:t>
            </w:r>
          </w:p>
        </w:tc>
      </w:tr>
      <w:tr w:rsidR="000C0B93" w:rsidTr="00D06DD4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936BFF" w:rsidRPr="00D06DD4" w:rsidRDefault="00936BFF" w:rsidP="00D06DD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936BFF" w:rsidRPr="00D06DD4" w:rsidRDefault="00420305" w:rsidP="00D06DD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936BFF" w:rsidRPr="00D06DD4" w:rsidRDefault="00936BFF" w:rsidP="00D06D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936BFF" w:rsidRPr="00D06DD4" w:rsidRDefault="00936BFF" w:rsidP="00D06DD4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936BFF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25.47</w:t>
            </w:r>
          </w:p>
        </w:tc>
      </w:tr>
    </w:tbl>
    <w:p w:rsidR="005D6B87" w:rsidRPr="005F2841" w:rsidRDefault="005D6B87" w:rsidP="005D6B87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 w:rsidR="005F2841">
        <w:rPr>
          <w:b/>
          <w:sz w:val="18"/>
          <w:szCs w:val="18"/>
          <w:lang w:val="en-US"/>
        </w:rPr>
        <w:t xml:space="preserve"> </w:t>
      </w:r>
      <w:bookmarkStart w:id="1" w:name="kinfmal"/>
      <w:bookmarkEnd w:id="1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5D6B87" w:rsidTr="00D06DD4">
        <w:tc>
          <w:tcPr>
            <w:tcW w:w="468" w:type="dxa"/>
            <w:vAlign w:val="center"/>
          </w:tcPr>
          <w:p w:rsidR="005D6B87" w:rsidRPr="00D06DD4" w:rsidRDefault="005D6B87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5D6B87" w:rsidRPr="00D06DD4" w:rsidRDefault="005D6B87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5D6B87" w:rsidRPr="00D06DD4" w:rsidRDefault="005D6B87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5D6B87" w:rsidRPr="00D06DD4" w:rsidRDefault="005D6B87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5D6B87" w:rsidRPr="00D06DD4" w:rsidRDefault="005D6B87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D06DD4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7.52</w:t>
            </w:r>
          </w:p>
        </w:tc>
      </w:tr>
      <w:tr w:rsidR="005D6B87" w:rsidTr="00D06DD4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5D6B87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5D6B87" w:rsidRPr="00D06DD4" w:rsidRDefault="002366D3" w:rsidP="00D06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5D6B87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5D6B87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5D6B87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2.03</w:t>
            </w:r>
          </w:p>
        </w:tc>
      </w:tr>
      <w:tr w:rsidR="005D6B87" w:rsidTr="00D06DD4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5D6B87" w:rsidRPr="00D06DD4" w:rsidRDefault="005D6B87" w:rsidP="00D06DD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5D6B87" w:rsidRPr="00D06DD4" w:rsidRDefault="005D6B87" w:rsidP="00D06DD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5D6B87" w:rsidRPr="00D06DD4" w:rsidRDefault="005D6B87" w:rsidP="00D06D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5D6B87" w:rsidRPr="00D06DD4" w:rsidRDefault="005D6B87" w:rsidP="00D06DD4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5D6B87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9.55</w:t>
            </w:r>
          </w:p>
        </w:tc>
      </w:tr>
    </w:tbl>
    <w:p w:rsidR="00F15217" w:rsidRPr="005F2841" w:rsidRDefault="00F15217" w:rsidP="00F15217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 w:rsidR="005F2841">
        <w:rPr>
          <w:b/>
          <w:sz w:val="18"/>
          <w:szCs w:val="18"/>
          <w:lang w:val="en-US"/>
        </w:rPr>
        <w:t xml:space="preserve"> </w:t>
      </w:r>
      <w:bookmarkStart w:id="2" w:name="kinfpri"/>
      <w:bookmarkEnd w:id="2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31"/>
        <w:gridCol w:w="973"/>
        <w:gridCol w:w="734"/>
        <w:gridCol w:w="714"/>
        <w:gridCol w:w="1417"/>
        <w:gridCol w:w="1056"/>
      </w:tblGrid>
      <w:tr w:rsidR="00F15217" w:rsidTr="00D06DD4">
        <w:tc>
          <w:tcPr>
            <w:tcW w:w="468" w:type="dxa"/>
            <w:vAlign w:val="center"/>
          </w:tcPr>
          <w:p w:rsidR="00F15217" w:rsidRPr="00D06DD4" w:rsidRDefault="00F15217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F15217" w:rsidRPr="00D06DD4" w:rsidRDefault="00F15217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F15217" w:rsidRPr="00D06DD4" w:rsidRDefault="00F15217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F15217" w:rsidRPr="00D06DD4" w:rsidRDefault="00F15217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F15217" w:rsidRPr="00D06DD4" w:rsidRDefault="00F15217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F15217" w:rsidRPr="00D06DD4" w:rsidRDefault="00F15217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F15217" w:rsidRPr="00D06DD4" w:rsidRDefault="00F15217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F15217" w:rsidTr="00D06DD4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F15217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F15217" w:rsidRPr="00D06DD4" w:rsidRDefault="002366D3" w:rsidP="00D06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F15217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F15217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F15217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F15217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F15217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80.00</w:t>
            </w:r>
          </w:p>
        </w:tc>
      </w:tr>
      <w:tr w:rsidR="00F15217" w:rsidTr="00D06DD4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F15217" w:rsidRPr="00D06DD4" w:rsidRDefault="00F15217" w:rsidP="00D06DD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F15217" w:rsidRPr="00D06DD4" w:rsidRDefault="00F15217" w:rsidP="00D06DD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F15217" w:rsidRPr="00D06DD4" w:rsidRDefault="00F15217" w:rsidP="00D06DD4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F15217" w:rsidRPr="00D06DD4" w:rsidRDefault="00F15217" w:rsidP="00D06D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F15217" w:rsidRPr="00D06DD4" w:rsidRDefault="00F15217" w:rsidP="00D06D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F15217" w:rsidRPr="00D06DD4" w:rsidRDefault="00F15217" w:rsidP="00D06DD4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F15217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80.00</w:t>
            </w:r>
          </w:p>
        </w:tc>
      </w:tr>
    </w:tbl>
    <w:p w:rsidR="002B316A" w:rsidRPr="00936BFF" w:rsidRDefault="002B316A" w:rsidP="002B316A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D53D51" w:rsidTr="007B60ED">
        <w:tc>
          <w:tcPr>
            <w:tcW w:w="464" w:type="dxa"/>
            <w:vAlign w:val="center"/>
          </w:tcPr>
          <w:p w:rsidR="00D53D51" w:rsidRPr="00D06DD4" w:rsidRDefault="00D53D51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D53D51" w:rsidRPr="00D06DD4" w:rsidRDefault="00D53D51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D53D51" w:rsidRPr="00D53D51" w:rsidRDefault="00D53D51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D53D51" w:rsidRPr="00D06DD4" w:rsidRDefault="00D53D51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D53D51" w:rsidRPr="00D06DD4" w:rsidRDefault="00D53D51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D53D51" w:rsidRDefault="00D53D51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53D51" w:rsidRPr="00D06DD4" w:rsidRDefault="00D53D51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D53D51" w:rsidRPr="00D06DD4" w:rsidRDefault="00D53D51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D53D51" w:rsidRPr="00D06DD4" w:rsidRDefault="00D53D51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D53D51" w:rsidRPr="00D06DD4" w:rsidRDefault="00D53D51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7B60ED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00:40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245.77</w:t>
            </w:r>
          </w:p>
        </w:tc>
      </w:tr>
      <w:tr w:rsidR="00D53D51" w:rsidTr="007B60ED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D53D51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D53D51" w:rsidRPr="00D06DD4" w:rsidRDefault="002366D3" w:rsidP="00D06DD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53D51" w:rsidRPr="00D06DD4" w:rsidRDefault="00D53D51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53D51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53D51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53D51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53D51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53D51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53D51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</w:t>
            </w:r>
          </w:p>
        </w:tc>
      </w:tr>
      <w:tr w:rsidR="00D53D51" w:rsidTr="007B60ED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D53D51" w:rsidRPr="00D06DD4" w:rsidRDefault="00D53D51" w:rsidP="00D06DD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D53D51" w:rsidRPr="00D06DD4" w:rsidRDefault="00D53D51" w:rsidP="00D06DD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D53D51" w:rsidRPr="00D06DD4" w:rsidRDefault="00D53D51" w:rsidP="00D06D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D53D51" w:rsidRPr="00D06DD4" w:rsidRDefault="00D53D51" w:rsidP="00D06D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D53D51" w:rsidRPr="00D06DD4" w:rsidRDefault="00D53D51" w:rsidP="00D06D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D53D51" w:rsidRPr="00D06DD4" w:rsidRDefault="00D53D51" w:rsidP="00D06D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D53D51" w:rsidRPr="00D06DD4" w:rsidRDefault="00D53D51" w:rsidP="00D06D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D53D51" w:rsidRPr="00D06DD4" w:rsidRDefault="00D53D51" w:rsidP="00D06DD4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D53D51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285.57</w:t>
            </w:r>
          </w:p>
        </w:tc>
      </w:tr>
    </w:tbl>
    <w:p w:rsidR="00187615" w:rsidRPr="00D53D51" w:rsidRDefault="00187615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8E63BE" w:rsidRPr="00D06DD4" w:rsidTr="00D06DD4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8E63BE" w:rsidRPr="00D06DD4" w:rsidRDefault="008E63BE" w:rsidP="00D06DD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</w:t>
            </w:r>
            <w:r w:rsidR="00A726FA" w:rsidRPr="00D06DD4">
              <w:rPr>
                <w:b/>
                <w:sz w:val="18"/>
                <w:szCs w:val="18"/>
              </w:rPr>
              <w:t>р</w:t>
            </w:r>
            <w:r w:rsidRPr="00D06DD4">
              <w:rPr>
                <w:b/>
                <w:sz w:val="18"/>
                <w:szCs w:val="18"/>
              </w:rPr>
              <w:t>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8E63BE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8E63BE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86.24</w:t>
            </w:r>
          </w:p>
        </w:tc>
      </w:tr>
      <w:tr w:rsidR="008E63BE" w:rsidRPr="00D06DD4" w:rsidTr="00D06DD4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8E63BE" w:rsidRPr="00D06DD4" w:rsidRDefault="008E63BE" w:rsidP="00D06DD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8E63BE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8E63BE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164.04</w:t>
            </w:r>
          </w:p>
        </w:tc>
      </w:tr>
      <w:tr w:rsidR="008E63BE" w:rsidRPr="00D06DD4" w:rsidTr="00D06DD4">
        <w:tc>
          <w:tcPr>
            <w:tcW w:w="5508" w:type="dxa"/>
            <w:tcBorders>
              <w:right w:val="nil"/>
            </w:tcBorders>
            <w:vAlign w:val="center"/>
          </w:tcPr>
          <w:p w:rsidR="008E63BE" w:rsidRPr="00D06DD4" w:rsidRDefault="008E63BE" w:rsidP="00D06DD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8E63BE" w:rsidRPr="00D06DD4" w:rsidRDefault="008E63BE" w:rsidP="00D06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8E63BE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650.87</w:t>
            </w:r>
          </w:p>
        </w:tc>
      </w:tr>
      <w:tr w:rsidR="008E63BE" w:rsidRPr="00D06DD4" w:rsidTr="00D06DD4">
        <w:tc>
          <w:tcPr>
            <w:tcW w:w="5508" w:type="dxa"/>
            <w:tcBorders>
              <w:right w:val="nil"/>
            </w:tcBorders>
            <w:vAlign w:val="center"/>
          </w:tcPr>
          <w:p w:rsidR="008E63BE" w:rsidRPr="00D06DD4" w:rsidRDefault="008E63BE" w:rsidP="00D06DD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8E63BE" w:rsidRPr="00D06DD4" w:rsidRDefault="002366D3" w:rsidP="00D06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8E63BE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8E63BE" w:rsidRPr="00D06DD4" w:rsidTr="00D06DD4">
        <w:tc>
          <w:tcPr>
            <w:tcW w:w="5508" w:type="dxa"/>
            <w:tcBorders>
              <w:right w:val="nil"/>
            </w:tcBorders>
            <w:vAlign w:val="center"/>
          </w:tcPr>
          <w:p w:rsidR="008E63BE" w:rsidRPr="00D06DD4" w:rsidRDefault="008E63BE" w:rsidP="00D06DD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8E63BE" w:rsidRPr="00D06DD4" w:rsidRDefault="008E63BE" w:rsidP="00D06DD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8E63BE" w:rsidRPr="00D06DD4" w:rsidRDefault="002366D3" w:rsidP="00D06DD4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651.00</w:t>
            </w:r>
          </w:p>
        </w:tc>
      </w:tr>
    </w:tbl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A02.07.010.011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>Моделирование одного зуба из воска на диагностических моделях контрагенту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00:05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стоматолога (кабинет стоматологический)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1.65896959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2.68986426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13.45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24.97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0.51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1.45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4968"/>
        <w:gridCol w:w="795"/>
        <w:gridCol w:w="734"/>
        <w:gridCol w:w="717"/>
        <w:gridCol w:w="1433"/>
        <w:gridCol w:w="1074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 для несъемного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39.61000000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158.44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врачи-специалисты амбулаторно-поликлинических учреждений 2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Врачи и провизоры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00:05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8.94092875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44.70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00:05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30.72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медицинская сестра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00:05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5.48050953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27.40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00:01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3.98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106.80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32.25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61.35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385.26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385.00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A16.07.003.009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Изготовление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вкладки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цельнопрессованной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контрагенту</w:t>
            </w:r>
            <w:proofErr w:type="spellEnd"/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05:00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штифтования</w:t>
            </w:r>
            <w:proofErr w:type="spellEnd"/>
            <w:r>
              <w:rPr>
                <w:sz w:val="16"/>
                <w:szCs w:val="16"/>
              </w:rPr>
              <w:t xml:space="preserve"> модели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0.24349930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38.57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фарфоровых каркасов и вкладок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0.51704696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15.51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Печь (электропечь) для стоматологии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0.29654164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117.93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195.30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56.37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15.20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71.57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09"/>
        <w:gridCol w:w="973"/>
        <w:gridCol w:w="734"/>
        <w:gridCol w:w="713"/>
        <w:gridCol w:w="1431"/>
        <w:gridCol w:w="1065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Артикуляционная бумага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4.70333333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 для несъемного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39.61000000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158.44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Заготовка для прессования </w:t>
            </w:r>
            <w:proofErr w:type="spellStart"/>
            <w:r>
              <w:rPr>
                <w:sz w:val="16"/>
                <w:szCs w:val="16"/>
              </w:rPr>
              <w:t>безметалловой</w:t>
            </w:r>
            <w:proofErr w:type="spellEnd"/>
            <w:r>
              <w:rPr>
                <w:sz w:val="16"/>
                <w:szCs w:val="16"/>
              </w:rPr>
              <w:t xml:space="preserve"> керамики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1307.00000000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653.50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Масса огнеупорная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1.62884615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32.25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пескоструйной обработки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0.18520000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33.20000000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 изолирующие 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19.90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Окклюзионный</w:t>
            </w:r>
            <w:proofErr w:type="spellEnd"/>
            <w:r>
              <w:rPr>
                <w:sz w:val="16"/>
                <w:szCs w:val="16"/>
              </w:rPr>
              <w:t xml:space="preserve"> спрей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0.15000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Фарфор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118.14480000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472.58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для разборной модели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1614.55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05:00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1843.29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00:28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111.43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1954.72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590.33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1122.83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5549.30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5549.00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A16.07.003.010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>Изготовление вкладки керамической прессованной контрагенту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05:30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штифтования</w:t>
            </w:r>
            <w:proofErr w:type="spellEnd"/>
            <w:r>
              <w:rPr>
                <w:sz w:val="16"/>
                <w:szCs w:val="16"/>
              </w:rPr>
              <w:t xml:space="preserve"> модели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0.24349930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42.43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фарфоровых каркасов и вкладок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0.51704696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15.51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Печь (электропечь) для стоматологии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0.29654164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129.73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210.96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62.01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16.72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78.73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09"/>
        <w:gridCol w:w="973"/>
        <w:gridCol w:w="734"/>
        <w:gridCol w:w="713"/>
        <w:gridCol w:w="1431"/>
        <w:gridCol w:w="1065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Артикуляционная бумага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4.70333333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 для несъемного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39.61000000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158.44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Заготовка для прессования </w:t>
            </w:r>
            <w:proofErr w:type="spellStart"/>
            <w:r>
              <w:rPr>
                <w:sz w:val="16"/>
                <w:szCs w:val="16"/>
              </w:rPr>
              <w:t>безметалловой</w:t>
            </w:r>
            <w:proofErr w:type="spellEnd"/>
            <w:r>
              <w:rPr>
                <w:sz w:val="16"/>
                <w:szCs w:val="16"/>
              </w:rPr>
              <w:t xml:space="preserve"> керамики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1307.00000000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653.50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Масса огнеупорная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1.62884615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32.25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пескоструйной обработки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0.18520000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 изолирующие 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19.90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Окклюзионный</w:t>
            </w:r>
            <w:proofErr w:type="spellEnd"/>
            <w:r>
              <w:rPr>
                <w:sz w:val="16"/>
                <w:szCs w:val="16"/>
              </w:rPr>
              <w:t xml:space="preserve"> спрей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0.15000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Фарфор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118.14480000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472.58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для разборной модели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1581.35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05:30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2027.62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00:28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111.43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2139.05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645.99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1228.72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5884.80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5885.00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A16.07.003.011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 xml:space="preserve">Изготовление </w:t>
            </w:r>
            <w:proofErr w:type="spellStart"/>
            <w:r w:rsidRPr="00421DB2">
              <w:rPr>
                <w:b/>
                <w:sz w:val="18"/>
                <w:szCs w:val="18"/>
              </w:rPr>
              <w:t>винира</w:t>
            </w:r>
            <w:proofErr w:type="spellEnd"/>
            <w:r w:rsidRPr="00421DB2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421DB2">
              <w:rPr>
                <w:b/>
                <w:sz w:val="18"/>
                <w:szCs w:val="18"/>
              </w:rPr>
              <w:t>керамического</w:t>
            </w:r>
            <w:proofErr w:type="gramEnd"/>
            <w:r w:rsidRPr="00421DB2">
              <w:rPr>
                <w:b/>
                <w:sz w:val="18"/>
                <w:szCs w:val="18"/>
              </w:rPr>
              <w:t xml:space="preserve"> прессованного контрагенту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05:30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штифтования</w:t>
            </w:r>
            <w:proofErr w:type="spellEnd"/>
            <w:r>
              <w:rPr>
                <w:sz w:val="16"/>
                <w:szCs w:val="16"/>
              </w:rPr>
              <w:t xml:space="preserve"> модели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0.24349930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42.43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фарфоровых каркасов и вкладок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0.51704696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15.51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Печь (электропечь) для стоматологии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0.29654164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129.73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210.96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62.01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16.72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78.73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09"/>
        <w:gridCol w:w="973"/>
        <w:gridCol w:w="734"/>
        <w:gridCol w:w="713"/>
        <w:gridCol w:w="1431"/>
        <w:gridCol w:w="1065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Артикуляционная бумага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4.70333333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 для несъемного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39.61000000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158.44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Жидкость для гипса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0.46500000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0.47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Заготовка для прессования </w:t>
            </w:r>
            <w:proofErr w:type="spellStart"/>
            <w:r>
              <w:rPr>
                <w:sz w:val="16"/>
                <w:szCs w:val="16"/>
              </w:rPr>
              <w:t>безметалловой</w:t>
            </w:r>
            <w:proofErr w:type="spellEnd"/>
            <w:r>
              <w:rPr>
                <w:sz w:val="16"/>
                <w:szCs w:val="16"/>
              </w:rPr>
              <w:t xml:space="preserve"> керамики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1307.00000000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653.50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Масса огнеупорная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1.62884615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32.25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пескоструйной обработки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0.18520000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 изолирующие 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19.90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Окклюзионный</w:t>
            </w:r>
            <w:proofErr w:type="spellEnd"/>
            <w:r>
              <w:rPr>
                <w:sz w:val="16"/>
                <w:szCs w:val="16"/>
              </w:rPr>
              <w:t xml:space="preserve"> спрей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0.15000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Фарфор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118.14480000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472.58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для разборной модели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1581.82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05:30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2027.62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00:43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171.12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2198.74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664.02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1263.00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5997.27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5997.00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A16.07.003.012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Изготовление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культевой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вкладки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контрагенту</w:t>
            </w:r>
            <w:proofErr w:type="spellEnd"/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00:40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и принадлежности для литья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2.45969124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73.79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Печь (электропечь) для стоматологии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0.29654164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15.72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120.02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7.52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2.03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9.55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15"/>
        <w:gridCol w:w="973"/>
        <w:gridCol w:w="734"/>
        <w:gridCol w:w="713"/>
        <w:gridCol w:w="1431"/>
        <w:gridCol w:w="1059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 для несъемного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39.61000000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118.83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Масса огнеупорная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1.62884615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32.25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пескоструйной обработки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0.18520000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изолирующие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0.72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Окклюзионный</w:t>
            </w:r>
            <w:proofErr w:type="spellEnd"/>
            <w:r>
              <w:rPr>
                <w:sz w:val="16"/>
                <w:szCs w:val="16"/>
              </w:rPr>
              <w:t xml:space="preserve"> спрей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0.15000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Стоматологический сплав для несъемного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20.25000000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Тигли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Штифты беззольные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29.43000000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58.86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479.67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00:40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245.77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285.57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86.24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164.04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1145.09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1145.00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A16.07.003.013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>Изготовление разборной  культевой вкладки контрагенту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01:10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и принадлежности для литья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2.45969124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73.79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Печь (электропечь) для стоматологии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0.29654164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27.52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135.68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3.55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16.70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15"/>
        <w:gridCol w:w="973"/>
        <w:gridCol w:w="734"/>
        <w:gridCol w:w="713"/>
        <w:gridCol w:w="1431"/>
        <w:gridCol w:w="1059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 для несъемного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39.61000000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118.83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Масса огнеупорная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1.62884615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32.25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пескоструйной обработки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0.18520000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изолирующие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0.72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Окклюзионный</w:t>
            </w:r>
            <w:proofErr w:type="spellEnd"/>
            <w:r>
              <w:rPr>
                <w:sz w:val="16"/>
                <w:szCs w:val="16"/>
              </w:rPr>
              <w:t xml:space="preserve"> спрей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0.15000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Стоматологический сплав для несъемного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20.25000000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Тигли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Штифты беззольные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29.43000000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58.86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479.67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01:10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430.10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469.90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141.91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269.92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1513.78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1514.00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A16.07.004.019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 xml:space="preserve">Восстановление зуба коронкой </w:t>
            </w:r>
            <w:proofErr w:type="spellStart"/>
            <w:r w:rsidRPr="00421DB2">
              <w:rPr>
                <w:b/>
                <w:sz w:val="18"/>
                <w:szCs w:val="18"/>
              </w:rPr>
              <w:t>цельноциркониевой</w:t>
            </w:r>
            <w:proofErr w:type="spellEnd"/>
            <w:r w:rsidRPr="00421DB2">
              <w:rPr>
                <w:b/>
                <w:sz w:val="18"/>
                <w:szCs w:val="18"/>
              </w:rPr>
              <w:t>, изготовленной методом фрезерования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07:50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 Сканер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1.84928679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27.74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Аквадистиллятор</w:t>
            </w:r>
            <w:proofErr w:type="spell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0.13215278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упаковки инструментария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0.08292920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штифтования</w:t>
            </w:r>
            <w:proofErr w:type="spellEnd"/>
            <w:r>
              <w:rPr>
                <w:sz w:val="16"/>
                <w:szCs w:val="16"/>
              </w:rPr>
              <w:t xml:space="preserve"> модели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0.24349930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60.43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Аспиратор (</w:t>
            </w:r>
            <w:proofErr w:type="spellStart"/>
            <w:r>
              <w:rPr>
                <w:sz w:val="16"/>
                <w:szCs w:val="16"/>
              </w:rPr>
              <w:t>отсасыватель</w:t>
            </w:r>
            <w:proofErr w:type="spellEnd"/>
            <w:r>
              <w:rPr>
                <w:sz w:val="16"/>
                <w:szCs w:val="16"/>
              </w:rPr>
              <w:t>)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0.13360802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0.62267173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Облучатель-</w:t>
            </w:r>
            <w:proofErr w:type="spellStart"/>
            <w:r>
              <w:rPr>
                <w:sz w:val="16"/>
                <w:szCs w:val="16"/>
              </w:rPr>
              <w:t>рециркулятор</w:t>
            </w:r>
            <w:proofErr w:type="spellEnd"/>
            <w:r>
              <w:rPr>
                <w:sz w:val="16"/>
                <w:szCs w:val="16"/>
              </w:rPr>
              <w:t xml:space="preserve"> воздуха </w:t>
            </w:r>
            <w:proofErr w:type="gramStart"/>
            <w:r>
              <w:rPr>
                <w:sz w:val="16"/>
                <w:szCs w:val="16"/>
              </w:rPr>
              <w:t>ультрафиолетовый</w:t>
            </w:r>
            <w:proofErr w:type="gram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0.11261261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подготовки стоматологических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0.04491775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Оборудование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очистки изделий медицинского назначения, стоматологических инструментов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0.59655654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Печь для обжига циркония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0.79254694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23.78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Прибор для ухода за стоматологическими наконечниками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0.06251392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137.59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стоматолога (кабинет стоматологический)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1.65896959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199.08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Стерилизатор </w:t>
            </w:r>
            <w:proofErr w:type="spellStart"/>
            <w:r>
              <w:rPr>
                <w:sz w:val="16"/>
                <w:szCs w:val="16"/>
              </w:rPr>
              <w:t>гласперленовый</w:t>
            </w:r>
            <w:proofErr w:type="spellEnd"/>
            <w:r>
              <w:rPr>
                <w:sz w:val="16"/>
                <w:szCs w:val="16"/>
              </w:rPr>
              <w:t>,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0.06564414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Стерилизатор паровой (автоклав)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1.77485126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для компьютерной реставрации зубов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13.88273232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277.65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2.68986426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322.78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Устройство ультразвуковой очистки и дезинфекции инструментов и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0.06803038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1126.26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Диспенсер стоматологический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0.02379880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Дозаторы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0.01972598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Контейнер (емкость)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очистки, дезинфекции и стерилизации медицинских изделий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0.00769519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3.69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Ложка для снятия оттисков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0.00530217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стоматологический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0.23559497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28.27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65.76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стоматологических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0.11550301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 прямой, угловой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0.23559497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56.54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 стоматологический высокоскоростной турбинный  (турбина)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0.21454186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25.75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Очки для стоматологов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0.00537725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Переходник на воздушный рукав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0.13607357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16.33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Подставка под боры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0.03190690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Ручка для скальпеля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0.00369322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47.64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Щиток защитный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0.00938063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1.13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277.34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12"/>
        <w:gridCol w:w="973"/>
        <w:gridCol w:w="734"/>
        <w:gridCol w:w="712"/>
        <w:gridCol w:w="1430"/>
        <w:gridCol w:w="1064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Аппликатор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0.64000000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Артикуляционная бумага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4.70333333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Блокнот  для  замешивания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упак</w:t>
            </w:r>
            <w:proofErr w:type="spell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Бондинговая</w:t>
            </w:r>
            <w:proofErr w:type="spellEnd"/>
            <w:r>
              <w:rPr>
                <w:sz w:val="16"/>
                <w:szCs w:val="16"/>
              </w:rPr>
              <w:t xml:space="preserve"> система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1267.60000000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126.76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Бор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Валик ватный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0.48314000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Вата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0.24500000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Гель для травления эмали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39.04761905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39.05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Дезинфицирующий раствор для обработки слепков и готовых работ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0.58000000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Заготовка из циркония (индивидуальная или 1/16 диска)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937.50000000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937.50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Лезвия к скальпелям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10.90000000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10.90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Лейкопластырь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0.07708000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пескоструйной обработки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0.18520000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Материал оттискной для окклюзии</w:t>
            </w:r>
            <w:proofErr w:type="gramEnd"/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27.45000000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82.35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Материал </w:t>
            </w:r>
            <w:proofErr w:type="gramStart"/>
            <w:r>
              <w:rPr>
                <w:sz w:val="16"/>
                <w:szCs w:val="16"/>
              </w:rPr>
              <w:t>оттискной</w:t>
            </w:r>
            <w:proofErr w:type="gramEnd"/>
            <w:r>
              <w:rPr>
                <w:sz w:val="16"/>
                <w:szCs w:val="16"/>
              </w:rPr>
              <w:t xml:space="preserve"> силиконовый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 изолирующие 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19.90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Матрица стоматологическая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26.30000000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26.30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Окклюзионный</w:t>
            </w:r>
            <w:proofErr w:type="spellEnd"/>
            <w:r>
              <w:rPr>
                <w:sz w:val="16"/>
                <w:szCs w:val="16"/>
              </w:rPr>
              <w:t xml:space="preserve"> спрей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0.15000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Полир для циркония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2018.34000000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2018.34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Препарат для обезжиривания и высушивания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34.88888889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Препарат кровоостанавливающий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146.23000000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29.25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Ретракционная</w:t>
            </w:r>
            <w:proofErr w:type="spellEnd"/>
            <w:r>
              <w:rPr>
                <w:sz w:val="16"/>
                <w:szCs w:val="16"/>
              </w:rPr>
              <w:t xml:space="preserve"> нить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1.93985401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Смеситель для </w:t>
            </w:r>
            <w:proofErr w:type="spellStart"/>
            <w:r>
              <w:rPr>
                <w:sz w:val="16"/>
                <w:szCs w:val="16"/>
              </w:rPr>
              <w:t>коррегирующей</w:t>
            </w:r>
            <w:proofErr w:type="spellEnd"/>
            <w:r>
              <w:rPr>
                <w:sz w:val="16"/>
                <w:szCs w:val="16"/>
              </w:rPr>
              <w:t xml:space="preserve"> массы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15.43000000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Спирт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0.29948238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Фарфор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118.14480000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118.14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Цемент для постоянной фиксации  композитный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756.22335025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756.22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для разборной модели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4829.81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врачи-специалисты амбулаторно-поликлинических учреждений 2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Врачи и провизоры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02:00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8.94092875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1072.91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05:50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2150.51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медицинская сестра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02:00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5.48050953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657.66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00:40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159.18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4040.26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1220.16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2320.81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13814.64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13815.00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A16.07.004.020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>Восстановление зуба коронкой керамической циркониевой, изготовленной методом фрезерования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10:00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 Сканер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1.84928679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73.97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Аквадистиллятор</w:t>
            </w:r>
            <w:proofErr w:type="spell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0.13215278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упаковки инструментария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0.08292920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штифтования</w:t>
            </w:r>
            <w:proofErr w:type="spellEnd"/>
            <w:r>
              <w:rPr>
                <w:sz w:val="16"/>
                <w:szCs w:val="16"/>
              </w:rPr>
              <w:t xml:space="preserve"> модели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0.24349930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77.14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Аспиратор (</w:t>
            </w:r>
            <w:proofErr w:type="spellStart"/>
            <w:r>
              <w:rPr>
                <w:sz w:val="16"/>
                <w:szCs w:val="16"/>
              </w:rPr>
              <w:t>отсасыватель</w:t>
            </w:r>
            <w:proofErr w:type="spellEnd"/>
            <w:r>
              <w:rPr>
                <w:sz w:val="16"/>
                <w:szCs w:val="16"/>
              </w:rPr>
              <w:t>)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0.13360802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16.03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0.62267173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Облучатель-</w:t>
            </w:r>
            <w:proofErr w:type="spellStart"/>
            <w:r>
              <w:rPr>
                <w:sz w:val="16"/>
                <w:szCs w:val="16"/>
              </w:rPr>
              <w:t>рециркулятор</w:t>
            </w:r>
            <w:proofErr w:type="spellEnd"/>
            <w:r>
              <w:rPr>
                <w:sz w:val="16"/>
                <w:szCs w:val="16"/>
              </w:rPr>
              <w:t xml:space="preserve"> воздуха </w:t>
            </w:r>
            <w:proofErr w:type="gramStart"/>
            <w:r>
              <w:rPr>
                <w:sz w:val="16"/>
                <w:szCs w:val="16"/>
              </w:rPr>
              <w:t>ультрафиолетовый</w:t>
            </w:r>
            <w:proofErr w:type="gram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0.11261261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13.51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фарфоровых каркасов и вкладок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0.51704696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15.51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подготовки стоматологических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0.04491775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Оборудование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очистки изделий медицинского назначения, стоматологических инструментов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0.59655654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Печь для обжига циркония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0.79254694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142.66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Прибор для ухода за стоматологическими наконечниками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0.06251392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188.70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стоматолога (кабинет стоматологический)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1.65896959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199.08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Стерилизатор </w:t>
            </w:r>
            <w:proofErr w:type="spellStart"/>
            <w:r>
              <w:rPr>
                <w:sz w:val="16"/>
                <w:szCs w:val="16"/>
              </w:rPr>
              <w:t>гласперленовый</w:t>
            </w:r>
            <w:proofErr w:type="spellEnd"/>
            <w:r>
              <w:rPr>
                <w:sz w:val="16"/>
                <w:szCs w:val="16"/>
              </w:rPr>
              <w:t>,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0.06564414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Стерилизатор паровой (автоклав)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1.77485126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для компьютерной реставрации зубов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13.88273232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277.65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2.68986426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322.78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Устройство ультразвуковой очистки и дезинфекции инструментов и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0.06803038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1370.17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Диспенсер стоматологический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0.02379880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Дозаторы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0.01972598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Контейнер (емкость)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очистки, дезинфекции и стерилизации медицинских изделий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0.00769519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3.69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Ложка для снятия оттисков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0.00530217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стоматологический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0.23559497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28.27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90.19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стоматологических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0.11550301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 прямой, угловой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0.23559497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56.54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 стоматологический высокоскоростной турбинный  (турбина)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0.21454186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25.75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Очки для стоматологов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0.00537725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Переходник на воздушный рукав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0.13607357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16.33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Подставка под боры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0.03190690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Ручка для скальпеля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0.00369322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60.81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Щиток защитный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0.00938063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1.13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314.94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12"/>
        <w:gridCol w:w="973"/>
        <w:gridCol w:w="734"/>
        <w:gridCol w:w="712"/>
        <w:gridCol w:w="1430"/>
        <w:gridCol w:w="1064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Аппликатор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0.64000000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Артикуляционная бумага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4.70333333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Блокнот  для  замешивания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упак</w:t>
            </w:r>
            <w:proofErr w:type="spell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Бондинговая</w:t>
            </w:r>
            <w:proofErr w:type="spellEnd"/>
            <w:r>
              <w:rPr>
                <w:sz w:val="16"/>
                <w:szCs w:val="16"/>
              </w:rPr>
              <w:t xml:space="preserve"> система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1267.60000000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126.76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Бор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Валик ватный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0.48314000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Вата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0.24500000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Гель для травления эмали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39.04761905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39.05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Дезинфицирующий раствор для обработки слепков и готовых работ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0.58000000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8.22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Заготовка из циркония (индивидуальная или 1/16 диска)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937.50000000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937.50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Лезвия к скальпелям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10.90000000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10.90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Лейкопластырь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0.07708000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пескоструйной обработки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0.18520000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Материал оттискной для окклюзии</w:t>
            </w:r>
            <w:proofErr w:type="gramEnd"/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27.45000000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82.35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Материал </w:t>
            </w:r>
            <w:proofErr w:type="gramStart"/>
            <w:r>
              <w:rPr>
                <w:sz w:val="16"/>
                <w:szCs w:val="16"/>
              </w:rPr>
              <w:t>оттискной</w:t>
            </w:r>
            <w:proofErr w:type="gramEnd"/>
            <w:r>
              <w:rPr>
                <w:sz w:val="16"/>
                <w:szCs w:val="16"/>
              </w:rPr>
              <w:t xml:space="preserve"> силиконовый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 изолирующие 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19.90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Матрица стоматологическая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26.30000000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13.15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Окклюзионный</w:t>
            </w:r>
            <w:proofErr w:type="spellEnd"/>
            <w:r>
              <w:rPr>
                <w:sz w:val="16"/>
                <w:szCs w:val="16"/>
              </w:rPr>
              <w:t xml:space="preserve"> спрей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0.15000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Полир для циркония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2018.34000000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2018.34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Препарат для обезжиривания и высушивания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34.88888889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Препарат кровоостанавливающий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146.23000000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29.25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Ретракционная</w:t>
            </w:r>
            <w:proofErr w:type="spellEnd"/>
            <w:r>
              <w:rPr>
                <w:sz w:val="16"/>
                <w:szCs w:val="16"/>
              </w:rPr>
              <w:t xml:space="preserve"> нить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1.93985401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Смеситель для </w:t>
            </w:r>
            <w:proofErr w:type="spellStart"/>
            <w:r>
              <w:rPr>
                <w:sz w:val="16"/>
                <w:szCs w:val="16"/>
              </w:rPr>
              <w:t>коррегирующей</w:t>
            </w:r>
            <w:proofErr w:type="spellEnd"/>
            <w:r>
              <w:rPr>
                <w:sz w:val="16"/>
                <w:szCs w:val="16"/>
              </w:rPr>
              <w:t xml:space="preserve"> массы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15.43000000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Спирт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0.29948238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Фарфор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118.14480000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472.58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Цемент для постоянной фиксации  композитный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756.22335025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756.22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для разборной модели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5091.62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врачи-специалисты амбулаторно-поликлинических учреждений 2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Врачи и провизоры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02:00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8.94092875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1072.91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2949.27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медицинская сестра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02:00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5.48050953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657.66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00:40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159.18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4839.02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1461.38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2779.64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15856.77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15857.00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A16.07.004.035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>Восстановление зуба коронкой металлокерамической</w:t>
            </w:r>
            <w:proofErr w:type="gramStart"/>
            <w:r w:rsidRPr="00421DB2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421DB2">
              <w:rPr>
                <w:b/>
                <w:sz w:val="18"/>
                <w:szCs w:val="18"/>
              </w:rPr>
              <w:t xml:space="preserve"> изготовленной методом фрезерования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06:57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 Сканер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1.84928679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27.74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Аквадистиллятор</w:t>
            </w:r>
            <w:proofErr w:type="spell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0.13215278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полировки  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0.33594313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упаковки инструментария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0.08292920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штифтования</w:t>
            </w:r>
            <w:proofErr w:type="spellEnd"/>
            <w:r>
              <w:rPr>
                <w:sz w:val="16"/>
                <w:szCs w:val="16"/>
              </w:rPr>
              <w:t xml:space="preserve"> модели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0.24349930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53.61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Аспиратор (</w:t>
            </w:r>
            <w:proofErr w:type="spellStart"/>
            <w:r>
              <w:rPr>
                <w:sz w:val="16"/>
                <w:szCs w:val="16"/>
              </w:rPr>
              <w:t>отсасыватель</w:t>
            </w:r>
            <w:proofErr w:type="spellEnd"/>
            <w:r>
              <w:rPr>
                <w:sz w:val="16"/>
                <w:szCs w:val="16"/>
              </w:rPr>
              <w:t>)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0.13360802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0.62267173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Облучатель-</w:t>
            </w:r>
            <w:proofErr w:type="spellStart"/>
            <w:r>
              <w:rPr>
                <w:sz w:val="16"/>
                <w:szCs w:val="16"/>
              </w:rPr>
              <w:t>рециркулятор</w:t>
            </w:r>
            <w:proofErr w:type="spellEnd"/>
            <w:r>
              <w:rPr>
                <w:sz w:val="16"/>
                <w:szCs w:val="16"/>
              </w:rPr>
              <w:t xml:space="preserve"> воздуха </w:t>
            </w:r>
            <w:proofErr w:type="gramStart"/>
            <w:r>
              <w:rPr>
                <w:sz w:val="16"/>
                <w:szCs w:val="16"/>
              </w:rPr>
              <w:t>ультрафиолетовый</w:t>
            </w:r>
            <w:proofErr w:type="gram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0.11261261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15.77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0.56554248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фарфоровых каркасов и вкладок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0.51704696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подготовки стоматологических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0.04491775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Оборудование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очистки изделий медицинского назначения, стоматологических инструментов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0.59655654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и принадлежности для литья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2.45969124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73.79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Печь (электропечь) для стоматологии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0.29654164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стоматолога (кабинет стоматологический)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1.65896959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33.18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Стерилизатор паровой (автоклав)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1.77485126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для компьютерной реставрации зубов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13.88273232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832.96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2.68986426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53.80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Устройство ультразвуковой очистки и дезинфекции инструментов и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0.06803038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1308.23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Диспенсер стоматологический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0.02379880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Дозаторы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0.01972598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Контейнер (емкость)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очистки, дезинфекции и стерилизации медицинских изделий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0.00769519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0.62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74.60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стоматологических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0.11550301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16.17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Очки для стоматологов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0.00537725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Ручка для скальпеля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0.00369322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0.07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42.26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Щиток защитный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0.00938063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1.31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145.01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4890"/>
        <w:gridCol w:w="884"/>
        <w:gridCol w:w="734"/>
        <w:gridCol w:w="715"/>
        <w:gridCol w:w="1433"/>
        <w:gridCol w:w="1066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Артикуляционная бумага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4.70333333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 для несъемного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39.61000000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158.44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Дезинфицирующий раствор для обработки слепков и готовых работ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0.58000000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пескоструйной обработки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0.18520000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Фарфор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118.14480000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236.29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Фрезерованный  металлический каркас,1 </w:t>
            </w:r>
            <w:proofErr w:type="spellStart"/>
            <w:r>
              <w:rPr>
                <w:sz w:val="16"/>
                <w:szCs w:val="16"/>
              </w:rPr>
              <w:t>е</w:t>
            </w:r>
            <w:proofErr w:type="gramStart"/>
            <w:r>
              <w:rPr>
                <w:sz w:val="16"/>
                <w:szCs w:val="16"/>
              </w:rPr>
              <w:t>д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gramEnd"/>
            <w:r>
              <w:rPr>
                <w:sz w:val="16"/>
                <w:szCs w:val="16"/>
              </w:rPr>
              <w:t>или 1/16 диска КХС)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для разборной модели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593.63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врачи-специалисты амбулаторно-поликлинических учреждений 2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Врачи и провизоры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8.94092875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178.82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06:37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2439.29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медицинская сестра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5.48050953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109.61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00:06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23.88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2751.60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830.98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1580.58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7210.03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7210.00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A16.07.004.036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>Изготовление коронки, зуба металлокерамического контрагенту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02:30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полировки  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0.33594313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штифтования</w:t>
            </w:r>
            <w:proofErr w:type="spellEnd"/>
            <w:r>
              <w:rPr>
                <w:sz w:val="16"/>
                <w:szCs w:val="16"/>
              </w:rPr>
              <w:t xml:space="preserve"> модели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0.24349930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37.68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19.28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фарфоровых каркасов и вкладок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0.51704696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подготовки стоматологических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0.04491775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и принадлежности для литья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2.45969124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73.79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Печь (электропечь) для стоматологии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0.29654164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58.97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242.26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Бокс для шлифования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0.07330724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15.20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54.38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18"/>
        <w:gridCol w:w="973"/>
        <w:gridCol w:w="734"/>
        <w:gridCol w:w="713"/>
        <w:gridCol w:w="1430"/>
        <w:gridCol w:w="1057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Артикуляционная бумага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4.70333333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 для несъемного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39.61000000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118.83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Масса огнеупорная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1.62884615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32.25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пескоструйной обработки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0.18520000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 изолирующие 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19.90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Окклюзионный</w:t>
            </w:r>
            <w:proofErr w:type="spellEnd"/>
            <w:r>
              <w:rPr>
                <w:sz w:val="16"/>
                <w:szCs w:val="16"/>
              </w:rPr>
              <w:t xml:space="preserve"> спрей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0.15000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Стоматологический сплав для металлокерамического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27.73300000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110.93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Тигли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Фарфор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118.14480000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236.29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для разборной модели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789.14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02:30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921.65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00:25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99.49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1021.14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308.38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lastRenderedPageBreak/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586.56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3001.86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3002.00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A16.07.004.037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 xml:space="preserve">Изготовление коронки, зуба </w:t>
            </w:r>
            <w:proofErr w:type="spellStart"/>
            <w:r w:rsidRPr="00421DB2">
              <w:rPr>
                <w:b/>
                <w:sz w:val="18"/>
                <w:szCs w:val="18"/>
              </w:rPr>
              <w:t>цельноциркониевого</w:t>
            </w:r>
            <w:proofErr w:type="spellEnd"/>
            <w:r w:rsidRPr="00421DB2">
              <w:rPr>
                <w:b/>
                <w:sz w:val="18"/>
                <w:szCs w:val="18"/>
              </w:rPr>
              <w:t xml:space="preserve">  контрагенту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04:55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 Сканер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1.84928679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27.74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штифтования</w:t>
            </w:r>
            <w:proofErr w:type="spellEnd"/>
            <w:r>
              <w:rPr>
                <w:sz w:val="16"/>
                <w:szCs w:val="16"/>
              </w:rPr>
              <w:t xml:space="preserve"> модели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0.24349930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37.93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Печь для обжига циркония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0.79254694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23.78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115.97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для компьютерной реставрации зубов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13.88273232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277.65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499.92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55.43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14.95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70.38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09"/>
        <w:gridCol w:w="973"/>
        <w:gridCol w:w="734"/>
        <w:gridCol w:w="713"/>
        <w:gridCol w:w="1431"/>
        <w:gridCol w:w="1065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Артикуляционная бумага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4.70333333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Заготовка из циркония (индивидуальная или 1/16 диска)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937.50000000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937.50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пескоструйной обработки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0.18520000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 изолирующие 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19.90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Окклюзионный</w:t>
            </w:r>
            <w:proofErr w:type="spellEnd"/>
            <w:r>
              <w:rPr>
                <w:sz w:val="16"/>
                <w:szCs w:val="16"/>
              </w:rPr>
              <w:t xml:space="preserve"> спрей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0.15000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Фарфор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118.14480000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118.14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для разборной модели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1320.22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04:55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1812.57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00:30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119.39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1931.96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583.45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1109.76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5515.69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5516.00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A16.07.004.038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>Изготовление коронки, зуба керамического циркониевого контрагенту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05:18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 Сканер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1.84928679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27.74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штифтования</w:t>
            </w:r>
            <w:proofErr w:type="spellEnd"/>
            <w:r>
              <w:rPr>
                <w:sz w:val="16"/>
                <w:szCs w:val="16"/>
              </w:rPr>
              <w:t xml:space="preserve"> модели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0.24349930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40.88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34.12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фарфоровых каркасов и вкладок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0.51704696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164.42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Печь для обжига циркония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0.79254694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23.78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1.32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125.01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для компьютерной реставрации зубов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13.88273232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277.65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704.26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59.75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16.11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75.86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09"/>
        <w:gridCol w:w="973"/>
        <w:gridCol w:w="734"/>
        <w:gridCol w:w="713"/>
        <w:gridCol w:w="1431"/>
        <w:gridCol w:w="1065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Артикуляционная бумага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4.70333333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Заготовка из циркония (индивидуальная или 1/16 диска)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937.50000000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937.50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пескоструйной обработки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0.18520000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 изолирующие 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19.90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Окклюзионный</w:t>
            </w:r>
            <w:proofErr w:type="spellEnd"/>
            <w:r>
              <w:rPr>
                <w:sz w:val="16"/>
                <w:szCs w:val="16"/>
              </w:rPr>
              <w:t xml:space="preserve"> спрей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0.15000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Фарфор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118.14480000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118.14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для разборной модели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1319.12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05:18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1953.89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00:30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119.39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2073.28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626.13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1190.94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5989.59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5990.00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A16.07.004.039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 xml:space="preserve">Изготовление  коронки, зуба </w:t>
            </w:r>
            <w:proofErr w:type="spellStart"/>
            <w:r w:rsidRPr="00421DB2">
              <w:rPr>
                <w:b/>
                <w:sz w:val="18"/>
                <w:szCs w:val="18"/>
              </w:rPr>
              <w:t>цельнопрессованного</w:t>
            </w:r>
            <w:proofErr w:type="spellEnd"/>
            <w:r w:rsidRPr="00421DB2">
              <w:rPr>
                <w:b/>
                <w:sz w:val="18"/>
                <w:szCs w:val="18"/>
              </w:rPr>
              <w:t xml:space="preserve"> контрагенту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04:40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полировки  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0.33594313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штифтования</w:t>
            </w:r>
            <w:proofErr w:type="spellEnd"/>
            <w:r>
              <w:rPr>
                <w:sz w:val="16"/>
                <w:szCs w:val="16"/>
              </w:rPr>
              <w:t xml:space="preserve"> модели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0.24349930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36.00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фарфоровых каркасов и вкладок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0.51704696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15.51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Печь (электропечь) для стоматологии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0.29654164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188.23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52.61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14.19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66.80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09"/>
        <w:gridCol w:w="973"/>
        <w:gridCol w:w="734"/>
        <w:gridCol w:w="713"/>
        <w:gridCol w:w="1431"/>
        <w:gridCol w:w="1065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Артикуляционная бумага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4.70333333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 для несъемного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39.61000000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158.44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Заготовка для прессования </w:t>
            </w:r>
            <w:proofErr w:type="spellStart"/>
            <w:r>
              <w:rPr>
                <w:sz w:val="16"/>
                <w:szCs w:val="16"/>
              </w:rPr>
              <w:t>безметалловой</w:t>
            </w:r>
            <w:proofErr w:type="spellEnd"/>
            <w:r>
              <w:rPr>
                <w:sz w:val="16"/>
                <w:szCs w:val="16"/>
              </w:rPr>
              <w:t xml:space="preserve"> керамики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1307.00000000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653.50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Масса огнеупорная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1.62884615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32.25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пескоструйной обработки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0.18520000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 изолирующие 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19.90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Окклюзионный</w:t>
            </w:r>
            <w:proofErr w:type="spellEnd"/>
            <w:r>
              <w:rPr>
                <w:sz w:val="16"/>
                <w:szCs w:val="16"/>
              </w:rPr>
              <w:t xml:space="preserve"> спрей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0.15000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Фарфор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118.14480000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472.58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для разборной модели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1581.35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04:40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1720.41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00:28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111.43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1831.84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553.22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1052.25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5273.69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5274.00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A16.07.004.040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>Изготовление коронки, зуба керамического прессованного контрагенту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05:15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полировки  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0.33594313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штифтования</w:t>
            </w:r>
            <w:proofErr w:type="spellEnd"/>
            <w:r>
              <w:rPr>
                <w:sz w:val="16"/>
                <w:szCs w:val="16"/>
              </w:rPr>
              <w:t xml:space="preserve"> модели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0.24349930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фарфоровых каркасов и вкладок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0.51704696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15.51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Печь (электропечь) для стоматологии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0.29654164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123.83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206.49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59.19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15.96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75.15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09"/>
        <w:gridCol w:w="973"/>
        <w:gridCol w:w="734"/>
        <w:gridCol w:w="713"/>
        <w:gridCol w:w="1431"/>
        <w:gridCol w:w="1065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Артикуляционная бумага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4.70333333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 для несъемного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39.61000000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158.44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Заготовка для прессования </w:t>
            </w:r>
            <w:proofErr w:type="spellStart"/>
            <w:r>
              <w:rPr>
                <w:sz w:val="16"/>
                <w:szCs w:val="16"/>
              </w:rPr>
              <w:t>безметалловой</w:t>
            </w:r>
            <w:proofErr w:type="spellEnd"/>
            <w:r>
              <w:rPr>
                <w:sz w:val="16"/>
                <w:szCs w:val="16"/>
              </w:rPr>
              <w:t xml:space="preserve"> керамики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1307.00000000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653.50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Масса огнеупорная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1.62884615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32.25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пескоструйной обработки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0.18520000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 изолирующие 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19.90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Окклюзионный</w:t>
            </w:r>
            <w:proofErr w:type="spellEnd"/>
            <w:r>
              <w:rPr>
                <w:sz w:val="16"/>
                <w:szCs w:val="16"/>
              </w:rPr>
              <w:t xml:space="preserve"> спрей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0.07000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Фарфор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118.14480000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472.58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для разборной модели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1594.47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05:15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1935.46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00:28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111.43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2046.89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618.16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1175.78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5716.94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5717.00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A16.07.004.041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>Изготовление коронки, зуба литого контрагенту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00:25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полировки  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0.33594313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штифтования</w:t>
            </w:r>
            <w:proofErr w:type="spellEnd"/>
            <w:r>
              <w:rPr>
                <w:sz w:val="16"/>
                <w:szCs w:val="16"/>
              </w:rPr>
              <w:t xml:space="preserve"> модели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0.24349930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фарфоровых каркасов и вкладок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0.51704696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Печь (электропечь) для стоматологии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0.29654164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9.83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54.23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5.97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4813"/>
        <w:gridCol w:w="973"/>
        <w:gridCol w:w="734"/>
        <w:gridCol w:w="713"/>
        <w:gridCol w:w="1431"/>
        <w:gridCol w:w="106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Артикуляционная бумага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4.70333333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 для несъемного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39.61000000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158.44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Заготовка для прессования </w:t>
            </w:r>
            <w:proofErr w:type="spellStart"/>
            <w:r>
              <w:rPr>
                <w:sz w:val="16"/>
                <w:szCs w:val="16"/>
              </w:rPr>
              <w:t>безметалловой</w:t>
            </w:r>
            <w:proofErr w:type="spellEnd"/>
            <w:r>
              <w:rPr>
                <w:sz w:val="16"/>
                <w:szCs w:val="16"/>
              </w:rPr>
              <w:t xml:space="preserve"> керамики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1307.00000000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522.80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Масса огнеупорная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1.62884615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32.25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пескоструйной обработки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0.18520000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 изолирующие 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19.90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Окклюзионный</w:t>
            </w:r>
            <w:proofErr w:type="spellEnd"/>
            <w:r>
              <w:rPr>
                <w:sz w:val="16"/>
                <w:szCs w:val="16"/>
              </w:rPr>
              <w:t xml:space="preserve"> спрей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0.15000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для разборной модели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978.07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00:25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153.61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00:25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99.49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253.10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76.44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145.39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1513.20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1513.00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A16.07.004.042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 xml:space="preserve">Изготовление коронки, зуба литого с </w:t>
            </w:r>
            <w:proofErr w:type="spellStart"/>
            <w:r w:rsidRPr="00421DB2">
              <w:rPr>
                <w:b/>
                <w:sz w:val="18"/>
                <w:szCs w:val="18"/>
              </w:rPr>
              <w:t>металлозащитным</w:t>
            </w:r>
            <w:proofErr w:type="spellEnd"/>
            <w:r w:rsidRPr="00421DB2">
              <w:rPr>
                <w:b/>
                <w:sz w:val="18"/>
                <w:szCs w:val="18"/>
              </w:rPr>
              <w:t xml:space="preserve"> покрытием контрагенту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01:28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полировки  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0.33594313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штифтования</w:t>
            </w:r>
            <w:proofErr w:type="spellEnd"/>
            <w:r>
              <w:rPr>
                <w:sz w:val="16"/>
                <w:szCs w:val="16"/>
              </w:rPr>
              <w:t xml:space="preserve"> модели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0.24349930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фарфоровых каркасов и вкладок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0.51704696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15.51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Печь (электропечь) для стоматологии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0.29654164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34.59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88.06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16.54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4.46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21.00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15"/>
        <w:gridCol w:w="973"/>
        <w:gridCol w:w="734"/>
        <w:gridCol w:w="713"/>
        <w:gridCol w:w="1431"/>
        <w:gridCol w:w="1059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Артикуляционная бумага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4.70333333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 для несъемного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39.61000000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158.44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Масса огнеупорная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1.62884615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32.25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пескоструйной обработки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0.18520000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 изолирующие 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19.90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Окклюзионный</w:t>
            </w:r>
            <w:proofErr w:type="spellEnd"/>
            <w:r>
              <w:rPr>
                <w:sz w:val="16"/>
                <w:szCs w:val="16"/>
              </w:rPr>
              <w:t xml:space="preserve"> спрей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0.15000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Стоматологический сплав для несъемного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20.25000000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Тигли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для разборной модели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562.53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01:28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540.70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00:15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59.69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600.39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181.32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344.88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1798.18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1798.00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A16.07.005.025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>Восстановление целостности зубного ряда искусственным зубом металлокерамическим, изготовленным методом фрезерования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06:57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 Сканер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1.84928679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27.74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Аквадистиллятор</w:t>
            </w:r>
            <w:proofErr w:type="spell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0.13215278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полировки  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0.33594313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упаковки инструментария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0.08292920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штифтования</w:t>
            </w:r>
            <w:proofErr w:type="spellEnd"/>
            <w:r>
              <w:rPr>
                <w:sz w:val="16"/>
                <w:szCs w:val="16"/>
              </w:rPr>
              <w:t xml:space="preserve"> модели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0.24349930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53.61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Аспиратор (</w:t>
            </w:r>
            <w:proofErr w:type="spellStart"/>
            <w:r>
              <w:rPr>
                <w:sz w:val="16"/>
                <w:szCs w:val="16"/>
              </w:rPr>
              <w:t>отсасыватель</w:t>
            </w:r>
            <w:proofErr w:type="spellEnd"/>
            <w:r>
              <w:rPr>
                <w:sz w:val="16"/>
                <w:szCs w:val="16"/>
              </w:rPr>
              <w:t>)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0.13360802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0.62267173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Облучатель-</w:t>
            </w:r>
            <w:proofErr w:type="spellStart"/>
            <w:r>
              <w:rPr>
                <w:sz w:val="16"/>
                <w:szCs w:val="16"/>
              </w:rPr>
              <w:t>рециркулятор</w:t>
            </w:r>
            <w:proofErr w:type="spellEnd"/>
            <w:r>
              <w:rPr>
                <w:sz w:val="16"/>
                <w:szCs w:val="16"/>
              </w:rPr>
              <w:t xml:space="preserve"> воздуха </w:t>
            </w:r>
            <w:proofErr w:type="gramStart"/>
            <w:r>
              <w:rPr>
                <w:sz w:val="16"/>
                <w:szCs w:val="16"/>
              </w:rPr>
              <w:t>ультрафиолетовый</w:t>
            </w:r>
            <w:proofErr w:type="gram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0.11261261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0.56554248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фарфоровых каркасов и вкладок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0.51704696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подготовки стоматологических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0.04491775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Оборудование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очистки изделий медицинского назначения, стоматологических инструментов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0.59655654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и принадлежности для литья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2.45969124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73.79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Печь (электропечь) для стоматологии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0.29654164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стоматолога (кабинет стоматологический)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1.65896959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33.18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Стерилизатор паровой (автоклав)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1.77485126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для компьютерной реставрации зубов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13.88273232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832.96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2.68986426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53.80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Устройство ультразвуковой очистки и дезинфекции инструментов и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0.06803038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1294.71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Диспенсер стоматологический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0.02379880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Дозаторы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0.01972598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Контейнер (емкость)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очистки, дезинфекции и стерилизации медицинских изделий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0.00769519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0.62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74.60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стоматологических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0.11550301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Очки для стоматологов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0.00537725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Ручка для скальпеля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0.00369322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0.07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42.26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Щиток защитный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0.00938063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0.19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122.29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892"/>
        <w:gridCol w:w="884"/>
        <w:gridCol w:w="734"/>
        <w:gridCol w:w="715"/>
        <w:gridCol w:w="1433"/>
        <w:gridCol w:w="1065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Артикуляционная бумага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4.70333333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 для несъемного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39.61000000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158.44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Дезинфицирующий раствор для обработки слепков и готовых работ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0.58000000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Масса огнеупорная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1.62884615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32.25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пескоструйной обработки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0.18520000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Стоматологический сплав для металлокерамического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27.73300000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110.93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Тигли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26.26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Фарфор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118.14480000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236.29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Фрезерованный  металлический каркас,1 </w:t>
            </w:r>
            <w:proofErr w:type="spellStart"/>
            <w:r>
              <w:rPr>
                <w:sz w:val="16"/>
                <w:szCs w:val="16"/>
              </w:rPr>
              <w:t>е</w:t>
            </w:r>
            <w:proofErr w:type="gramStart"/>
            <w:r>
              <w:rPr>
                <w:sz w:val="16"/>
                <w:szCs w:val="16"/>
              </w:rPr>
              <w:t>д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gramEnd"/>
            <w:r>
              <w:rPr>
                <w:sz w:val="16"/>
                <w:szCs w:val="16"/>
              </w:rPr>
              <w:t>или 1/16 диска КХС)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для разборной модели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763.07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врачи-специалисты амбулаторно-поликлинических учреждений 2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Врачи и провизоры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8.94092875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178.82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06:37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2439.29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медицинская сестра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5.48050953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109.61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00:06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23.88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2751.60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830.98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1580.58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7343.23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7343.00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A16.07.006.035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 xml:space="preserve">Восстановление зуба с помощью </w:t>
            </w:r>
            <w:proofErr w:type="spellStart"/>
            <w:r w:rsidRPr="00421DB2">
              <w:rPr>
                <w:b/>
                <w:sz w:val="18"/>
                <w:szCs w:val="18"/>
              </w:rPr>
              <w:t>абатмента</w:t>
            </w:r>
            <w:proofErr w:type="spellEnd"/>
            <w:r w:rsidRPr="00421DB2">
              <w:rPr>
                <w:b/>
                <w:sz w:val="18"/>
                <w:szCs w:val="18"/>
              </w:rPr>
              <w:t xml:space="preserve"> 1 категории для  </w:t>
            </w:r>
            <w:proofErr w:type="spellStart"/>
            <w:r w:rsidRPr="00421DB2">
              <w:rPr>
                <w:b/>
                <w:sz w:val="18"/>
                <w:szCs w:val="18"/>
              </w:rPr>
              <w:t>трансокклюзионной</w:t>
            </w:r>
            <w:proofErr w:type="spellEnd"/>
            <w:r w:rsidRPr="00421DB2">
              <w:rPr>
                <w:b/>
                <w:sz w:val="18"/>
                <w:szCs w:val="18"/>
              </w:rPr>
              <w:t xml:space="preserve"> фиксации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08:35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 Сканер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1.84928679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27.74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Аквадистиллятор</w:t>
            </w:r>
            <w:proofErr w:type="spell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0.13215278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упаковки инструментария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0.08292920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штифтования</w:t>
            </w:r>
            <w:proofErr w:type="spellEnd"/>
            <w:r>
              <w:rPr>
                <w:sz w:val="16"/>
                <w:szCs w:val="16"/>
              </w:rPr>
              <w:t xml:space="preserve"> модели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0.24349930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50.78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Аспиратор (</w:t>
            </w:r>
            <w:proofErr w:type="spellStart"/>
            <w:r>
              <w:rPr>
                <w:sz w:val="16"/>
                <w:szCs w:val="16"/>
              </w:rPr>
              <w:t>отсасыватель</w:t>
            </w:r>
            <w:proofErr w:type="spellEnd"/>
            <w:r>
              <w:rPr>
                <w:sz w:val="16"/>
                <w:szCs w:val="16"/>
              </w:rPr>
              <w:t>)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0.13360802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18.71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0.62267173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Облучатель-</w:t>
            </w:r>
            <w:proofErr w:type="spellStart"/>
            <w:r>
              <w:rPr>
                <w:sz w:val="16"/>
                <w:szCs w:val="16"/>
              </w:rPr>
              <w:t>рециркулятор</w:t>
            </w:r>
            <w:proofErr w:type="spellEnd"/>
            <w:r>
              <w:rPr>
                <w:sz w:val="16"/>
                <w:szCs w:val="16"/>
              </w:rPr>
              <w:t xml:space="preserve"> воздуха </w:t>
            </w:r>
            <w:proofErr w:type="gramStart"/>
            <w:r>
              <w:rPr>
                <w:sz w:val="16"/>
                <w:szCs w:val="16"/>
              </w:rPr>
              <w:t>ультрафиолетовый</w:t>
            </w:r>
            <w:proofErr w:type="gram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0.11261261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15.77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0.56554248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стоматологическое для полимеризации (</w:t>
            </w:r>
            <w:proofErr w:type="spellStart"/>
            <w:r>
              <w:rPr>
                <w:sz w:val="16"/>
                <w:szCs w:val="16"/>
              </w:rPr>
              <w:t>фотополимеризации</w:t>
            </w:r>
            <w:proofErr w:type="spellEnd"/>
            <w:r>
              <w:rPr>
                <w:sz w:val="16"/>
                <w:szCs w:val="16"/>
              </w:rPr>
              <w:t xml:space="preserve">), </w:t>
            </w:r>
            <w:proofErr w:type="spellStart"/>
            <w:r>
              <w:rPr>
                <w:sz w:val="16"/>
                <w:szCs w:val="16"/>
              </w:rPr>
              <w:t>светоотверждения</w:t>
            </w:r>
            <w:proofErr w:type="spell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0.06689051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Прибор для ухода за стоматологическими наконечниками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0.06251392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100.24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стоматолога (кабинет стоматологический)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1.65896959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232.26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Стерилизатор </w:t>
            </w:r>
            <w:proofErr w:type="spellStart"/>
            <w:r>
              <w:rPr>
                <w:sz w:val="16"/>
                <w:szCs w:val="16"/>
              </w:rPr>
              <w:t>гласперленовый</w:t>
            </w:r>
            <w:proofErr w:type="spellEnd"/>
            <w:r>
              <w:rPr>
                <w:sz w:val="16"/>
                <w:szCs w:val="16"/>
              </w:rPr>
              <w:t>,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0.06564414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Стерилизатор паровой (автоклав)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1.77485126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26.62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для компьютерной реставрации зубов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13.88273232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277.65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2.68986426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376.58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Фрезерная система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0.52984717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15.90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1176.22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Диспенсер стоматологический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0.02379880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Дозаторы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0.01972598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Контейнер (емкость)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очистки, дезинфекции и стерилизации медицинских изделий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0.00769519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Ложка для снятия оттисков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0.00530217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47.91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стоматологических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0.11550301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16.17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Набор ортопедический  для работы с </w:t>
            </w:r>
            <w:proofErr w:type="spellStart"/>
            <w:r>
              <w:rPr>
                <w:sz w:val="16"/>
                <w:szCs w:val="16"/>
              </w:rPr>
              <w:t>имплантами</w:t>
            </w:r>
            <w:proofErr w:type="spellEnd"/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0.46465841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65.05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Очки для стоматологов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0.00537725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Щиток защитный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0.00938063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1.31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185.69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03"/>
        <w:gridCol w:w="973"/>
        <w:gridCol w:w="734"/>
        <w:gridCol w:w="713"/>
        <w:gridCol w:w="1431"/>
        <w:gridCol w:w="1071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Абатмент</w:t>
            </w:r>
            <w:proofErr w:type="spellEnd"/>
            <w:r>
              <w:rPr>
                <w:sz w:val="16"/>
                <w:szCs w:val="16"/>
              </w:rPr>
              <w:t xml:space="preserve"> 1 категории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8245.00000000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8245.00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Аналог имплантата 1 категории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2975.00000000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Блокнот  для  замешивания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упак</w:t>
            </w:r>
            <w:proofErr w:type="spell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Бондинговая</w:t>
            </w:r>
            <w:proofErr w:type="spellEnd"/>
            <w:r>
              <w:rPr>
                <w:sz w:val="16"/>
                <w:szCs w:val="16"/>
              </w:rPr>
              <w:t xml:space="preserve"> система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1267.60000000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126.76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Валик ватный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0.48314000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Вата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0.24500000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Дезинфицирующий раствор для обработки слепков и готовых работ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0.58000000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Десневая</w:t>
            </w:r>
            <w:proofErr w:type="spellEnd"/>
            <w:r>
              <w:rPr>
                <w:sz w:val="16"/>
                <w:szCs w:val="16"/>
              </w:rPr>
              <w:t xml:space="preserve"> маска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14.01680000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Лейкопластырь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0.07708000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Материал </w:t>
            </w:r>
            <w:proofErr w:type="gramStart"/>
            <w:r>
              <w:rPr>
                <w:sz w:val="16"/>
                <w:szCs w:val="16"/>
              </w:rPr>
              <w:t>оттискной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альгинатный</w:t>
            </w:r>
            <w:proofErr w:type="spellEnd"/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0.78366446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23.51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Материал </w:t>
            </w:r>
            <w:proofErr w:type="gramStart"/>
            <w:r>
              <w:rPr>
                <w:sz w:val="16"/>
                <w:szCs w:val="16"/>
              </w:rPr>
              <w:t>оттискной</w:t>
            </w:r>
            <w:proofErr w:type="gramEnd"/>
            <w:r>
              <w:rPr>
                <w:sz w:val="16"/>
                <w:szCs w:val="16"/>
              </w:rPr>
              <w:t xml:space="preserve"> силиконовый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 изолирующие 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19.90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Пластмасса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2.80731707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Препарат для обезжиривания и высушивания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34.88888889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Смеситель для </w:t>
            </w:r>
            <w:proofErr w:type="spellStart"/>
            <w:r>
              <w:rPr>
                <w:sz w:val="16"/>
                <w:szCs w:val="16"/>
              </w:rPr>
              <w:t>коррегирующей</w:t>
            </w:r>
            <w:proofErr w:type="spellEnd"/>
            <w:r>
              <w:rPr>
                <w:sz w:val="16"/>
                <w:szCs w:val="16"/>
              </w:rPr>
              <w:t xml:space="preserve"> массы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15.43000000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Спирт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0.29948238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Трансфер 1 категории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4250.00000000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Цемент для постоянной фиксации  композитный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756.22335025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378.11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для разборной модели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10740.09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врачи-специалисты амбулаторно-поликлинических учреждений 2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Врачи и провизоры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02:20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8.94092875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1251.73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06:15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2304.11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медицинская сестра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02:20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5.48050953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767.27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00:46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183.06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4506.17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1360.86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2588.44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20557.47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20557.00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A16.07.006.036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 xml:space="preserve">Восстановление зуба с помощью </w:t>
            </w:r>
            <w:proofErr w:type="spellStart"/>
            <w:r w:rsidRPr="00421DB2">
              <w:rPr>
                <w:b/>
                <w:sz w:val="18"/>
                <w:szCs w:val="18"/>
              </w:rPr>
              <w:t>абатмента</w:t>
            </w:r>
            <w:proofErr w:type="spellEnd"/>
            <w:r w:rsidRPr="00421DB2">
              <w:rPr>
                <w:b/>
                <w:sz w:val="18"/>
                <w:szCs w:val="18"/>
              </w:rPr>
              <w:t xml:space="preserve"> 2 категории  для </w:t>
            </w:r>
            <w:proofErr w:type="spellStart"/>
            <w:r w:rsidRPr="00421DB2">
              <w:rPr>
                <w:b/>
                <w:sz w:val="18"/>
                <w:szCs w:val="18"/>
              </w:rPr>
              <w:t>трансокклюзионной</w:t>
            </w:r>
            <w:proofErr w:type="spellEnd"/>
            <w:r w:rsidRPr="00421DB2">
              <w:rPr>
                <w:b/>
                <w:sz w:val="18"/>
                <w:szCs w:val="18"/>
              </w:rPr>
              <w:t xml:space="preserve"> фиксации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08:35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 Сканер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1.84928679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27.74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Аквадистиллятор</w:t>
            </w:r>
            <w:proofErr w:type="spell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0.13215278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 и дезинфекции оттисков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0.17082573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упаковки инструментария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0.08292920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штифтования</w:t>
            </w:r>
            <w:proofErr w:type="spellEnd"/>
            <w:r>
              <w:rPr>
                <w:sz w:val="16"/>
                <w:szCs w:val="16"/>
              </w:rPr>
              <w:t xml:space="preserve"> модели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0.24349930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50.78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Аспиратор (</w:t>
            </w:r>
            <w:proofErr w:type="spellStart"/>
            <w:r>
              <w:rPr>
                <w:sz w:val="16"/>
                <w:szCs w:val="16"/>
              </w:rPr>
              <w:t>отсасыватель</w:t>
            </w:r>
            <w:proofErr w:type="spellEnd"/>
            <w:r>
              <w:rPr>
                <w:sz w:val="16"/>
                <w:szCs w:val="16"/>
              </w:rPr>
              <w:t>)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0.13360802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18.71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0.62267173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Облучатель-</w:t>
            </w:r>
            <w:proofErr w:type="spellStart"/>
            <w:r>
              <w:rPr>
                <w:sz w:val="16"/>
                <w:szCs w:val="16"/>
              </w:rPr>
              <w:t>рециркулятор</w:t>
            </w:r>
            <w:proofErr w:type="spellEnd"/>
            <w:r>
              <w:rPr>
                <w:sz w:val="16"/>
                <w:szCs w:val="16"/>
              </w:rPr>
              <w:t xml:space="preserve"> воздуха </w:t>
            </w:r>
            <w:proofErr w:type="gramStart"/>
            <w:r>
              <w:rPr>
                <w:sz w:val="16"/>
                <w:szCs w:val="16"/>
              </w:rPr>
              <w:t>ультрафиолетовый</w:t>
            </w:r>
            <w:proofErr w:type="gram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0.11261261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15.77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0.56554248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стоматологическое для полимеризации (</w:t>
            </w:r>
            <w:proofErr w:type="spellStart"/>
            <w:r>
              <w:rPr>
                <w:sz w:val="16"/>
                <w:szCs w:val="16"/>
              </w:rPr>
              <w:t>фотополимеризации</w:t>
            </w:r>
            <w:proofErr w:type="spellEnd"/>
            <w:r>
              <w:rPr>
                <w:sz w:val="16"/>
                <w:szCs w:val="16"/>
              </w:rPr>
              <w:t xml:space="preserve">), </w:t>
            </w:r>
            <w:proofErr w:type="spellStart"/>
            <w:r>
              <w:rPr>
                <w:sz w:val="16"/>
                <w:szCs w:val="16"/>
              </w:rPr>
              <w:t>светоотверждения</w:t>
            </w:r>
            <w:proofErr w:type="spell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0.06689051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Печь для обжига циркония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0.79254694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142.66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Прибор для ухода за стоматологическими наконечниками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0.06251392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100.24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стоматолога (кабинет стоматологический)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1.65896959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232.26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Стерилизатор </w:t>
            </w:r>
            <w:proofErr w:type="spellStart"/>
            <w:r>
              <w:rPr>
                <w:sz w:val="16"/>
                <w:szCs w:val="16"/>
              </w:rPr>
              <w:t>гласперленовый</w:t>
            </w:r>
            <w:proofErr w:type="spellEnd"/>
            <w:r>
              <w:rPr>
                <w:sz w:val="16"/>
                <w:szCs w:val="16"/>
              </w:rPr>
              <w:t>,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0.06564414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Стерилизатор паровой (автоклав)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1.77485126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26.62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для компьютерной реставрации зубов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13.88273232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277.65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2.68986426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376.58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Фрезерная система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0.52984717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15.90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1320.59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Диспенсер стоматологический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0.02379880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Дозаторы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0.01972598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Контейнер (емкость)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очистки, дезинфекции и стерилизации медицинских изделий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0.00769519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Ложка для снятия оттисков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0.00530217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47.91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стоматологических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0.11550301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16.17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Набор ортопедический  для работы с </w:t>
            </w:r>
            <w:proofErr w:type="spellStart"/>
            <w:r>
              <w:rPr>
                <w:sz w:val="16"/>
                <w:szCs w:val="16"/>
              </w:rPr>
              <w:t>имплантами</w:t>
            </w:r>
            <w:proofErr w:type="spellEnd"/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0.46465841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65.05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Очки для стоматологов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0.00537725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Щиток защитный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0.00938063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1.31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185.69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09"/>
        <w:gridCol w:w="973"/>
        <w:gridCol w:w="734"/>
        <w:gridCol w:w="713"/>
        <w:gridCol w:w="1431"/>
        <w:gridCol w:w="1065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Абатмент</w:t>
            </w:r>
            <w:proofErr w:type="spellEnd"/>
            <w:r>
              <w:rPr>
                <w:sz w:val="16"/>
                <w:szCs w:val="16"/>
              </w:rPr>
              <w:t xml:space="preserve"> 2 категории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6300.00000000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6300.00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Аналог имплантата 2 категории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452.40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Блокнот  для  замешивания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упак</w:t>
            </w:r>
            <w:proofErr w:type="spell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Бондинговая</w:t>
            </w:r>
            <w:proofErr w:type="spellEnd"/>
            <w:r>
              <w:rPr>
                <w:sz w:val="16"/>
                <w:szCs w:val="16"/>
              </w:rPr>
              <w:t xml:space="preserve"> система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1267.60000000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126.76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Валик ватный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0.48314000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Вата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0.24500000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Дезинфицирующий раствор для обработки слепков и готовых работ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0.58000000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Десневая</w:t>
            </w:r>
            <w:proofErr w:type="spellEnd"/>
            <w:r>
              <w:rPr>
                <w:sz w:val="16"/>
                <w:szCs w:val="16"/>
              </w:rPr>
              <w:t xml:space="preserve"> маска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14.01680000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Лейкопластырь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0.07708000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Материал </w:t>
            </w:r>
            <w:proofErr w:type="gramStart"/>
            <w:r>
              <w:rPr>
                <w:sz w:val="16"/>
                <w:szCs w:val="16"/>
              </w:rPr>
              <w:t>оттискной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альгинатный</w:t>
            </w:r>
            <w:proofErr w:type="spellEnd"/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0.78366446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23.51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Материал </w:t>
            </w:r>
            <w:proofErr w:type="gramStart"/>
            <w:r>
              <w:rPr>
                <w:sz w:val="16"/>
                <w:szCs w:val="16"/>
              </w:rPr>
              <w:t>оттискной</w:t>
            </w:r>
            <w:proofErr w:type="gramEnd"/>
            <w:r>
              <w:rPr>
                <w:sz w:val="16"/>
                <w:szCs w:val="16"/>
              </w:rPr>
              <w:t xml:space="preserve"> силиконовый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 изолирующие 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19.90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Пластмасса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2.80731707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Препарат для обезжиривания и высушивания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34.88888889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Смеситель для </w:t>
            </w:r>
            <w:proofErr w:type="spellStart"/>
            <w:r>
              <w:rPr>
                <w:sz w:val="16"/>
                <w:szCs w:val="16"/>
              </w:rPr>
              <w:t>коррегирующей</w:t>
            </w:r>
            <w:proofErr w:type="spellEnd"/>
            <w:r>
              <w:rPr>
                <w:sz w:val="16"/>
                <w:szCs w:val="16"/>
              </w:rPr>
              <w:t xml:space="preserve"> массы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15.43000000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Спирт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0.29948238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Трансфер 2 категории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Цемент для постоянной фиксации  композитный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756.22335025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378.11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для разборной модели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8672.49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врачи-специалисты амбулаторно-поликлинических учреждений 2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Врачи и провизоры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02:20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8.94092875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1251.73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06:15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2304.11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медицинская сестра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02:20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5.48050953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767.27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00:46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183.06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4506.17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1360.86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2588.44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18634.24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18634.00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3F0D02" w:rsidRDefault="002366D3" w:rsidP="00891E5D">
      <w:pPr>
        <w:autoSpaceDE w:val="0"/>
        <w:autoSpaceDN w:val="0"/>
        <w:adjustRightInd w:val="0"/>
        <w:jc w:val="both"/>
        <w:rPr>
          <w:i/>
          <w:szCs w:val="20"/>
          <w:lang w:val="en-US"/>
        </w:rPr>
      </w:pPr>
      <w:r>
        <w:rPr>
          <w:lang w:val="en-US"/>
        </w:rPr>
        <w:br w:type="column"/>
      </w: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A16.07.006.037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 xml:space="preserve">Восстановление зуба с помощью </w:t>
            </w:r>
            <w:proofErr w:type="spellStart"/>
            <w:r w:rsidRPr="00421DB2">
              <w:rPr>
                <w:b/>
                <w:sz w:val="18"/>
                <w:szCs w:val="18"/>
              </w:rPr>
              <w:t>абатмента</w:t>
            </w:r>
            <w:proofErr w:type="spellEnd"/>
            <w:r w:rsidRPr="00421DB2">
              <w:rPr>
                <w:b/>
                <w:sz w:val="18"/>
                <w:szCs w:val="18"/>
              </w:rPr>
              <w:t xml:space="preserve"> 3 категории для </w:t>
            </w:r>
            <w:proofErr w:type="spellStart"/>
            <w:r w:rsidRPr="00421DB2">
              <w:rPr>
                <w:b/>
                <w:sz w:val="18"/>
                <w:szCs w:val="18"/>
              </w:rPr>
              <w:t>трансокклюзионной</w:t>
            </w:r>
            <w:proofErr w:type="spellEnd"/>
            <w:r w:rsidRPr="00421DB2">
              <w:rPr>
                <w:b/>
                <w:sz w:val="18"/>
                <w:szCs w:val="18"/>
              </w:rPr>
              <w:t xml:space="preserve"> фиксации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08:35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 Сканер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1.84928679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27.74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Аквадистиллятор</w:t>
            </w:r>
            <w:proofErr w:type="spell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0.13215278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 и дезинфекции оттисков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0.17082573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упаковки инструментария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0.08292920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штифтования</w:t>
            </w:r>
            <w:proofErr w:type="spellEnd"/>
            <w:r>
              <w:rPr>
                <w:sz w:val="16"/>
                <w:szCs w:val="16"/>
              </w:rPr>
              <w:t xml:space="preserve"> модели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0.24349930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50.78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Аспиратор (</w:t>
            </w:r>
            <w:proofErr w:type="spellStart"/>
            <w:r>
              <w:rPr>
                <w:sz w:val="16"/>
                <w:szCs w:val="16"/>
              </w:rPr>
              <w:t>отсасыватель</w:t>
            </w:r>
            <w:proofErr w:type="spellEnd"/>
            <w:r>
              <w:rPr>
                <w:sz w:val="16"/>
                <w:szCs w:val="16"/>
              </w:rPr>
              <w:t>)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0.13360802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18.71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0.62267173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Облучатель-</w:t>
            </w:r>
            <w:proofErr w:type="spellStart"/>
            <w:r>
              <w:rPr>
                <w:sz w:val="16"/>
                <w:szCs w:val="16"/>
              </w:rPr>
              <w:t>рециркулятор</w:t>
            </w:r>
            <w:proofErr w:type="spellEnd"/>
            <w:r>
              <w:rPr>
                <w:sz w:val="16"/>
                <w:szCs w:val="16"/>
              </w:rPr>
              <w:t xml:space="preserve"> воздуха </w:t>
            </w:r>
            <w:proofErr w:type="gramStart"/>
            <w:r>
              <w:rPr>
                <w:sz w:val="16"/>
                <w:szCs w:val="16"/>
              </w:rPr>
              <w:t>ультрафиолетовый</w:t>
            </w:r>
            <w:proofErr w:type="gram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0.11261261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15.77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0.56554248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стоматологическое для полимеризации (</w:t>
            </w:r>
            <w:proofErr w:type="spellStart"/>
            <w:r>
              <w:rPr>
                <w:sz w:val="16"/>
                <w:szCs w:val="16"/>
              </w:rPr>
              <w:t>фотополимеризации</w:t>
            </w:r>
            <w:proofErr w:type="spellEnd"/>
            <w:r>
              <w:rPr>
                <w:sz w:val="16"/>
                <w:szCs w:val="16"/>
              </w:rPr>
              <w:t xml:space="preserve">), </w:t>
            </w:r>
            <w:proofErr w:type="spellStart"/>
            <w:r>
              <w:rPr>
                <w:sz w:val="16"/>
                <w:szCs w:val="16"/>
              </w:rPr>
              <w:t>светоотверждения</w:t>
            </w:r>
            <w:proofErr w:type="spell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0.06689051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Прибор для ухода за стоматологическими наконечниками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0.06251392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100.24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стоматолога (кабинет стоматологический)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1.65896959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232.26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Стерилизатор </w:t>
            </w:r>
            <w:proofErr w:type="spellStart"/>
            <w:r>
              <w:rPr>
                <w:sz w:val="16"/>
                <w:szCs w:val="16"/>
              </w:rPr>
              <w:t>гласперленовый</w:t>
            </w:r>
            <w:proofErr w:type="spellEnd"/>
            <w:r>
              <w:rPr>
                <w:sz w:val="16"/>
                <w:szCs w:val="16"/>
              </w:rPr>
              <w:t>,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0.06564414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Стерилизатор паровой (автоклав)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1.77485126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26.62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для компьютерной реставрации зубов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13.88273232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277.65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2.68986426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376.58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Фрезерная система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0.52984717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15.90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1177.93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Диспенсер стоматологический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0.02379880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Дозаторы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0.01972598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Контейнер (емкость)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очистки, дезинфекции и стерилизации медицинских изделий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0.00769519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Ложка для снятия оттисков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0.00530217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47.91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стоматологических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0.11550301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16.17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Набор ортопедический  для работы с </w:t>
            </w:r>
            <w:proofErr w:type="spellStart"/>
            <w:r>
              <w:rPr>
                <w:sz w:val="16"/>
                <w:szCs w:val="16"/>
              </w:rPr>
              <w:t>имплантами</w:t>
            </w:r>
            <w:proofErr w:type="spellEnd"/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0.46465841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65.05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Очки для стоматологов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0.00537725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Щиток защитный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0.00938063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1.31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185.69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09"/>
        <w:gridCol w:w="973"/>
        <w:gridCol w:w="734"/>
        <w:gridCol w:w="713"/>
        <w:gridCol w:w="1431"/>
        <w:gridCol w:w="1065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Абатмент</w:t>
            </w:r>
            <w:proofErr w:type="spellEnd"/>
            <w:r>
              <w:rPr>
                <w:sz w:val="16"/>
                <w:szCs w:val="16"/>
              </w:rPr>
              <w:t xml:space="preserve"> 3 категории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4777.50000000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4777.50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Аналог имплантата 3 категории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1899.24000000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379.85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Блокнот  для  замешивания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упак</w:t>
            </w:r>
            <w:proofErr w:type="spell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Бондинговая</w:t>
            </w:r>
            <w:proofErr w:type="spellEnd"/>
            <w:r>
              <w:rPr>
                <w:sz w:val="16"/>
                <w:szCs w:val="16"/>
              </w:rPr>
              <w:t xml:space="preserve"> система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1267.60000000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126.76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Валик ватный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0.48314000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Вата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0.24500000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Дезинфицирующий раствор для обработки слепков и готовых работ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0.58000000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Десневая</w:t>
            </w:r>
            <w:proofErr w:type="spellEnd"/>
            <w:r>
              <w:rPr>
                <w:sz w:val="16"/>
                <w:szCs w:val="16"/>
              </w:rPr>
              <w:t xml:space="preserve"> маска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14.01680000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Лейкопластырь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0.07708000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0.77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Материал </w:t>
            </w:r>
            <w:proofErr w:type="gramStart"/>
            <w:r>
              <w:rPr>
                <w:sz w:val="16"/>
                <w:szCs w:val="16"/>
              </w:rPr>
              <w:t>оттискной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альгинатный</w:t>
            </w:r>
            <w:proofErr w:type="spellEnd"/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0.78366446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23.51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Материал </w:t>
            </w:r>
            <w:proofErr w:type="gramStart"/>
            <w:r>
              <w:rPr>
                <w:sz w:val="16"/>
                <w:szCs w:val="16"/>
              </w:rPr>
              <w:t>оттискной</w:t>
            </w:r>
            <w:proofErr w:type="gramEnd"/>
            <w:r>
              <w:rPr>
                <w:sz w:val="16"/>
                <w:szCs w:val="16"/>
              </w:rPr>
              <w:t xml:space="preserve"> силиконовый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 изолирующие 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19.90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Пластмасса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2.80731707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Препарат для обезжиривания и высушивания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34.88888889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6.98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Смеситель для </w:t>
            </w:r>
            <w:proofErr w:type="spellStart"/>
            <w:r>
              <w:rPr>
                <w:sz w:val="16"/>
                <w:szCs w:val="16"/>
              </w:rPr>
              <w:t>коррегирующей</w:t>
            </w:r>
            <w:proofErr w:type="spellEnd"/>
            <w:r>
              <w:rPr>
                <w:sz w:val="16"/>
                <w:szCs w:val="16"/>
              </w:rPr>
              <w:t xml:space="preserve"> массы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15.43000000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Спирт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0.29948238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Трансфер 3 категории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3797.75000000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759.55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Цемент для постоянной фиксации  композитный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756.22335025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378.11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Штифт для разборной модели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12.02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6966.99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врачи-специалисты амбулаторно-поликлинических учреждений 2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Врачи и провизоры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02:20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8.94092875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1251.73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06:15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2304.11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медицинская сестра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02:20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5.48050953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767.27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00:46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183.06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4506.17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1360.86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2588.44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16786.08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16786.00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A16.07.008.018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Лечение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пульпита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периодонтита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сеанс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>)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00:15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Аквадистиллятор</w:t>
            </w:r>
            <w:proofErr w:type="spell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0.13215278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Апекслокатор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локализатор</w:t>
            </w:r>
            <w:proofErr w:type="spellEnd"/>
            <w:r>
              <w:rPr>
                <w:sz w:val="16"/>
                <w:szCs w:val="16"/>
              </w:rPr>
              <w:t>, определитель верхушки корня зуба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0.05387436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упаковки инструментария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0.08292920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ультразвуковой терапевтический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0.18721847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Аспиратор (</w:t>
            </w:r>
            <w:proofErr w:type="spellStart"/>
            <w:r>
              <w:rPr>
                <w:sz w:val="16"/>
                <w:szCs w:val="16"/>
              </w:rPr>
              <w:t>отсасыватель</w:t>
            </w:r>
            <w:proofErr w:type="spellEnd"/>
            <w:r>
              <w:rPr>
                <w:sz w:val="16"/>
                <w:szCs w:val="16"/>
              </w:rPr>
              <w:t>)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0.13360802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Камера для хранения стерильных инструментов и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0.03109632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0.62267173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Облучатель-</w:t>
            </w:r>
            <w:proofErr w:type="spellStart"/>
            <w:r>
              <w:rPr>
                <w:sz w:val="16"/>
                <w:szCs w:val="16"/>
              </w:rPr>
              <w:t>рециркулятор</w:t>
            </w:r>
            <w:proofErr w:type="spellEnd"/>
            <w:r>
              <w:rPr>
                <w:sz w:val="16"/>
                <w:szCs w:val="16"/>
              </w:rPr>
              <w:t xml:space="preserve"> воздуха </w:t>
            </w:r>
            <w:proofErr w:type="gramStart"/>
            <w:r>
              <w:rPr>
                <w:sz w:val="16"/>
                <w:szCs w:val="16"/>
              </w:rPr>
              <w:t>ультрафиолетовый</w:t>
            </w:r>
            <w:proofErr w:type="gram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0.11261261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Оборудование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очистки изделий медицинского назначения, стоматологических инструментов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0.59655654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Прибор для ухода за стоматологическими наконечниками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0.06251392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стоматолога (кабинет стоматологический)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1.65896959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24.88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Стерилизатор </w:t>
            </w:r>
            <w:proofErr w:type="spellStart"/>
            <w:r>
              <w:rPr>
                <w:sz w:val="16"/>
                <w:szCs w:val="16"/>
              </w:rPr>
              <w:t>гласперленовый</w:t>
            </w:r>
            <w:proofErr w:type="spellEnd"/>
            <w:r>
              <w:rPr>
                <w:sz w:val="16"/>
                <w:szCs w:val="16"/>
              </w:rPr>
              <w:t>,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0.06564414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Стерилизатор паровой (автоклав)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1.77485126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2.68986426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40.35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Устройство ультразвуковой очистки и дезинфекции инструментов и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0.06803038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88.19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Диспенсер стоматологический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0.02379880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Дозаторы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0.01972598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0.89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Комплект инструментов для пломбирования зубов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0.00626877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0.09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Контейнер (емкость)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очистки, дезинфекции и стерилизации медицинских изделий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0.00769519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стоматологический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0.23559497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стоматологических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0.11550301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 стоматологический высокоскоростной турбинный  (турбина)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0.21454186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3.22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Наконечник эндодонтический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0.23784722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3.57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Наконечники </w:t>
            </w:r>
            <w:proofErr w:type="spellStart"/>
            <w:r>
              <w:rPr>
                <w:sz w:val="16"/>
                <w:szCs w:val="16"/>
              </w:rPr>
              <w:t>прямой</w:t>
            </w:r>
            <w:proofErr w:type="gramStart"/>
            <w:r>
              <w:rPr>
                <w:sz w:val="16"/>
                <w:szCs w:val="16"/>
              </w:rPr>
              <w:t>,у</w:t>
            </w:r>
            <w:proofErr w:type="gramEnd"/>
            <w:r>
              <w:rPr>
                <w:sz w:val="16"/>
                <w:szCs w:val="16"/>
              </w:rPr>
              <w:t>гловой</w:t>
            </w:r>
            <w:proofErr w:type="spellEnd"/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0.23559497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Очки для стоматологов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0.00537725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Переходник на воздушный рукав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0.13607357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Подставка под боры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0.03190690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Щиток защитный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0.00938063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Эндобокс</w:t>
            </w:r>
            <w:proofErr w:type="spellEnd"/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0.13400901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2.01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23.51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896"/>
        <w:gridCol w:w="884"/>
        <w:gridCol w:w="734"/>
        <w:gridCol w:w="715"/>
        <w:gridCol w:w="1429"/>
        <w:gridCol w:w="1065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Абсорбент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0.65500000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Блокнот  для  замешивания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упак</w:t>
            </w:r>
            <w:proofErr w:type="spell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Бор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Валик ватный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0.48314000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3.87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Вата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0.24500000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Гель стоматологический для расширения корневых каналов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96.40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Дрильбор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каналорасширитель</w:t>
            </w:r>
            <w:proofErr w:type="spellEnd"/>
            <w:r>
              <w:rPr>
                <w:sz w:val="16"/>
                <w:szCs w:val="16"/>
              </w:rPr>
              <w:t>) (спредер)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Игла стоматологическая для ультразвуковой обработки корневого канала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141.66666667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70.83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Игла эндодонтическая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12.69400000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12.69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Перекись водорода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0.17800000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Препарат антисептический для корневых каналов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6.85600000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68.56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Препарат для  обезжиривания и высушивания,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34.88888889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17.44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Препарат кровоостанавливающий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146.23000000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58.49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Спирт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0.29948238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0.09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Шапочки одноразовые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Шприц для дезинфекции и стерилизации корневых каналов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16.50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616.41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врачи-специалисты амбулаторно-поликлинических учреждений 2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Врачи и провизоры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00:15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8.94092875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134.11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медицинская сестра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00:15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5.48050953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82.21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00:07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27.86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244.18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73.74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140.26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1186.29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1186.00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A16.07.023.004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>Изготовление полного съемного протеза контрагенту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06:30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полировки  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0.33594313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50.14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Аспиратор (</w:t>
            </w:r>
            <w:proofErr w:type="spellStart"/>
            <w:r>
              <w:rPr>
                <w:sz w:val="16"/>
                <w:szCs w:val="16"/>
              </w:rPr>
              <w:t>отсасыватель</w:t>
            </w:r>
            <w:proofErr w:type="spellEnd"/>
            <w:r>
              <w:rPr>
                <w:sz w:val="16"/>
                <w:szCs w:val="16"/>
              </w:rPr>
              <w:t>)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0.13360802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24.05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3.22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Облучатель-</w:t>
            </w:r>
            <w:proofErr w:type="spellStart"/>
            <w:r>
              <w:rPr>
                <w:sz w:val="16"/>
                <w:szCs w:val="16"/>
              </w:rPr>
              <w:t>рециркулятор</w:t>
            </w:r>
            <w:proofErr w:type="spellEnd"/>
            <w:r>
              <w:rPr>
                <w:sz w:val="16"/>
                <w:szCs w:val="16"/>
              </w:rPr>
              <w:t xml:space="preserve"> воздуха </w:t>
            </w:r>
            <w:proofErr w:type="gramStart"/>
            <w:r>
              <w:rPr>
                <w:sz w:val="16"/>
                <w:szCs w:val="16"/>
              </w:rPr>
              <w:t>ультрафиолетовый</w:t>
            </w:r>
            <w:proofErr w:type="gram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0.11261261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20.27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0.56554248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16.97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153.32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Устройство электронагревательное для обработки восковых шаблонов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0.01079204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4.31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295.02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Бюгельный</w:t>
            </w:r>
            <w:proofErr w:type="spellEnd"/>
            <w:r>
              <w:rPr>
                <w:sz w:val="16"/>
                <w:szCs w:val="16"/>
              </w:rPr>
              <w:t xml:space="preserve"> зажим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0.00000000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Кювета стоматологическая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0.00947898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73.28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19.76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94.75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08"/>
        <w:gridCol w:w="973"/>
        <w:gridCol w:w="734"/>
        <w:gridCol w:w="713"/>
        <w:gridCol w:w="1431"/>
        <w:gridCol w:w="1066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Артикуляционная бумага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4.70333333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 базисный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0.76600000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45.96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Восковое небо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178.45000000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178.45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Зубы искусственные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11.23571429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157.30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индивидуальных ложек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73.44000000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73.44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Материал </w:t>
            </w:r>
            <w:proofErr w:type="gramStart"/>
            <w:r>
              <w:rPr>
                <w:sz w:val="16"/>
                <w:szCs w:val="16"/>
              </w:rPr>
              <w:t>оттискной</w:t>
            </w:r>
            <w:proofErr w:type="gramEnd"/>
            <w:r>
              <w:rPr>
                <w:sz w:val="16"/>
                <w:szCs w:val="16"/>
              </w:rPr>
              <w:t xml:space="preserve"> силиконовый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 изолирующие 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Пластмасса  горячей полимеризации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2.49700000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69.92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1182.88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06:30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2396.28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01:00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238.77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2635.05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795.79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1513.63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6517.12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6517.00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A16.07.023.005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>Изготовление полного съемного  протеза с искусственными зубами из композита контрагенту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05:25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полировки  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0.33594313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41.78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Аспиратор (</w:t>
            </w:r>
            <w:proofErr w:type="spellStart"/>
            <w:r>
              <w:rPr>
                <w:sz w:val="16"/>
                <w:szCs w:val="16"/>
              </w:rPr>
              <w:t>отсасыватель</w:t>
            </w:r>
            <w:proofErr w:type="spellEnd"/>
            <w:r>
              <w:rPr>
                <w:sz w:val="16"/>
                <w:szCs w:val="16"/>
              </w:rPr>
              <w:t>)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0.13360802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24.05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3.22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Облучатель-</w:t>
            </w:r>
            <w:proofErr w:type="spellStart"/>
            <w:r>
              <w:rPr>
                <w:sz w:val="16"/>
                <w:szCs w:val="16"/>
              </w:rPr>
              <w:t>рециркулятор</w:t>
            </w:r>
            <w:proofErr w:type="spellEnd"/>
            <w:r>
              <w:rPr>
                <w:sz w:val="16"/>
                <w:szCs w:val="16"/>
              </w:rPr>
              <w:t xml:space="preserve"> воздуха </w:t>
            </w:r>
            <w:proofErr w:type="gramStart"/>
            <w:r>
              <w:rPr>
                <w:sz w:val="16"/>
                <w:szCs w:val="16"/>
              </w:rPr>
              <w:t>ультрафиолетовый</w:t>
            </w:r>
            <w:proofErr w:type="gram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0.11261261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20.27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0.56554248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16.97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127.76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Устройство электронагревательное для обработки восковых шаблонов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0.01079204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4.31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261.10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Бюгельный</w:t>
            </w:r>
            <w:proofErr w:type="spellEnd"/>
            <w:r>
              <w:rPr>
                <w:sz w:val="16"/>
                <w:szCs w:val="16"/>
              </w:rPr>
              <w:t xml:space="preserve"> зажим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0.00000000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Кювета стоматологическая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0.00947898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61.07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16.47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79.25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12"/>
        <w:gridCol w:w="973"/>
        <w:gridCol w:w="734"/>
        <w:gridCol w:w="712"/>
        <w:gridCol w:w="1430"/>
        <w:gridCol w:w="1064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Артикуляционная бумага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4.70333333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 базисный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0.76600000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45.96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Восковое небо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178.45000000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178.45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Зубы </w:t>
            </w:r>
            <w:proofErr w:type="spellStart"/>
            <w:r>
              <w:rPr>
                <w:sz w:val="16"/>
                <w:szCs w:val="16"/>
              </w:rPr>
              <w:t>акриловые</w:t>
            </w:r>
            <w:proofErr w:type="gramStart"/>
            <w:r>
              <w:rPr>
                <w:sz w:val="16"/>
                <w:szCs w:val="16"/>
              </w:rPr>
              <w:t>VITA</w:t>
            </w:r>
            <w:proofErr w:type="spellEnd"/>
            <w:proofErr w:type="gramEnd"/>
            <w:r>
              <w:rPr>
                <w:sz w:val="16"/>
                <w:szCs w:val="16"/>
              </w:rPr>
              <w:t>(полный гарнитур)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425.00000000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индивидуальных ложек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73.44000000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73.44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Материал </w:t>
            </w:r>
            <w:proofErr w:type="gramStart"/>
            <w:r>
              <w:rPr>
                <w:sz w:val="16"/>
                <w:szCs w:val="16"/>
              </w:rPr>
              <w:t>оттискной</w:t>
            </w:r>
            <w:proofErr w:type="gramEnd"/>
            <w:r>
              <w:rPr>
                <w:sz w:val="16"/>
                <w:szCs w:val="16"/>
              </w:rPr>
              <w:t xml:space="preserve"> силиконовый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167.40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 изолирующие 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39.80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Пластмасса  горячей полимеризации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2.49700000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69.92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6958.08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05:25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1996.90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01:00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238.77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2235.67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675.17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1284.22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11493.49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11493.00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A16.07.035.016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>Изготовление частичного съемного  протеза контрагенту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06:00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полировки  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0.33594313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46.28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0.56554248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141.52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Устройство электронагревательное для обработки восковых шаблонов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0.01079204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217.84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Бюгельный</w:t>
            </w:r>
            <w:proofErr w:type="spellEnd"/>
            <w:r>
              <w:rPr>
                <w:sz w:val="16"/>
                <w:szCs w:val="16"/>
              </w:rPr>
              <w:t xml:space="preserve"> зажим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0.00000000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Кювета стоматологическая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0.00947898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1.42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67.64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18.24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87.30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15"/>
        <w:gridCol w:w="973"/>
        <w:gridCol w:w="734"/>
        <w:gridCol w:w="713"/>
        <w:gridCol w:w="1431"/>
        <w:gridCol w:w="1059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Артикуляционная бумага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4.70333333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 базисный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0.76600000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30.64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Восковое небо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178.45000000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17.85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Зубы искусственные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11.23571429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157.30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Кламмер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5.15000000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Пластмасса  горячей полимеризации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2.49700000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59.93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708.03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06:00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2211.95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00:45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179.08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2391.03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722.09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1373.46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5499.75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5500.00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A16.07.035.017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>Изготовление частичного  съемного  протеза с искусственными зубами из композита контрагенту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04:55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полировки  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0.33594313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пароструйный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0.25117153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37.93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0.56554248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115.97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Устройство электронагревательное для обработки восковых шаблонов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0.01079204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183.94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Бюгельный</w:t>
            </w:r>
            <w:proofErr w:type="spellEnd"/>
            <w:r>
              <w:rPr>
                <w:sz w:val="16"/>
                <w:szCs w:val="16"/>
              </w:rPr>
              <w:t xml:space="preserve"> зажим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0.00000000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Кювета стоматологическая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0.00947898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1.42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55.43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14.95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71.80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12"/>
        <w:gridCol w:w="973"/>
        <w:gridCol w:w="734"/>
        <w:gridCol w:w="712"/>
        <w:gridCol w:w="1430"/>
        <w:gridCol w:w="1064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Артикуляционная бумага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4.70333333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 базисный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0.76600000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30.64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Восковое небо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178.45000000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17.85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Зубы </w:t>
            </w:r>
            <w:proofErr w:type="spellStart"/>
            <w:r>
              <w:rPr>
                <w:sz w:val="16"/>
                <w:szCs w:val="16"/>
              </w:rPr>
              <w:t>акриловые</w:t>
            </w:r>
            <w:proofErr w:type="gramStart"/>
            <w:r>
              <w:rPr>
                <w:sz w:val="16"/>
                <w:szCs w:val="16"/>
              </w:rPr>
              <w:t>VITA</w:t>
            </w:r>
            <w:proofErr w:type="spellEnd"/>
            <w:proofErr w:type="gramEnd"/>
            <w:r>
              <w:rPr>
                <w:sz w:val="16"/>
                <w:szCs w:val="16"/>
              </w:rPr>
              <w:t>(полный гарнитур)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425.00000000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Кламмер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5.15000000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Пластмасса  горячей полимеризации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2.49700000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59.93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6500.73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04:55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1812.57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00:45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179.08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1991.65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601.48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1144.05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10493.65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10494.00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A16.07.036.018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421DB2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421DB2">
              <w:rPr>
                <w:b/>
                <w:sz w:val="18"/>
                <w:szCs w:val="18"/>
              </w:rPr>
              <w:t xml:space="preserve">Изготовление съемного </w:t>
            </w:r>
            <w:proofErr w:type="spellStart"/>
            <w:r w:rsidRPr="00421DB2">
              <w:rPr>
                <w:b/>
                <w:sz w:val="18"/>
                <w:szCs w:val="18"/>
              </w:rPr>
              <w:t>бюгельного</w:t>
            </w:r>
            <w:proofErr w:type="spellEnd"/>
            <w:r w:rsidRPr="00421DB2">
              <w:rPr>
                <w:b/>
                <w:sz w:val="18"/>
                <w:szCs w:val="18"/>
              </w:rPr>
              <w:t xml:space="preserve"> протеза контрагенту</w:t>
            </w: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11:55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обработки гипсовых моделей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0.37251898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266.35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для полировки  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0.33594313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240.20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пескоструйный (</w:t>
            </w:r>
            <w:proofErr w:type="spellStart"/>
            <w:r>
              <w:rPr>
                <w:sz w:val="16"/>
                <w:szCs w:val="16"/>
              </w:rPr>
              <w:t>скейлер</w:t>
            </w:r>
            <w:proofErr w:type="spellEnd"/>
            <w:r>
              <w:rPr>
                <w:sz w:val="16"/>
                <w:szCs w:val="16"/>
              </w:rPr>
              <w:t>) для очистки зуботехнических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0.13257408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Аппарат электрохимической полировки зубных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0.86617117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Артикулятор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окклюдатор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0.12856607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91.92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Вакуум-смеситель для гипса и паковочных масс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0.18975568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Вибростол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стоматологический,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0.12592657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Воскотопка</w:t>
            </w:r>
            <w:proofErr w:type="spellEnd"/>
            <w:r>
              <w:rPr>
                <w:sz w:val="16"/>
                <w:szCs w:val="16"/>
              </w:rPr>
              <w:t xml:space="preserve">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0.10730105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76.72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Микромотор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0.10418658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для изготовления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0.56554248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и принадлежности для литья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2.45969124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73.79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Параллелометр</w:t>
            </w:r>
            <w:proofErr w:type="spell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0.10460023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Печь (электропечь) для стоматологии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0.29654164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Пневмоблок</w:t>
            </w:r>
            <w:proofErr w:type="spellEnd"/>
            <w:r>
              <w:rPr>
                <w:sz w:val="16"/>
                <w:szCs w:val="16"/>
              </w:rPr>
              <w:t xml:space="preserve"> зуботехнический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0.08806538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Пылесос для удаления гипсовой пыли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0.22147148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6.64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зубного техника (стол зуботехнический)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0.39311609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281.08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Устройство зуботехническое для моделирования и дублирования зубных протезов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0.42190315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4.22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Устройство электронагревательное для обработки восковых шаблонов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0.01079204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Шкаф вытяжной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0.20644032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Электрошпатель</w:t>
            </w:r>
            <w:proofErr w:type="spellEnd"/>
            <w:r>
              <w:rPr>
                <w:sz w:val="16"/>
                <w:szCs w:val="16"/>
              </w:rPr>
              <w:t xml:space="preserve">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0.14353416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8.61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1095.14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зуботехнических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0.18789856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134.35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36.23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170.58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809"/>
        <w:gridCol w:w="973"/>
        <w:gridCol w:w="734"/>
        <w:gridCol w:w="713"/>
        <w:gridCol w:w="1431"/>
        <w:gridCol w:w="1065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Артикуляционная бумага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4.70333333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23.52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Воск базисный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0.76600000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45.96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Воск для </w:t>
            </w:r>
            <w:proofErr w:type="spellStart"/>
            <w:r>
              <w:rPr>
                <w:sz w:val="16"/>
                <w:szCs w:val="16"/>
              </w:rPr>
              <w:t>бюгельного</w:t>
            </w:r>
            <w:proofErr w:type="spellEnd"/>
            <w:r>
              <w:rPr>
                <w:sz w:val="16"/>
                <w:szCs w:val="16"/>
              </w:rPr>
              <w:t xml:space="preserve">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42.10000000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210.50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Гипс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Диски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82.20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Зубы искусственные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11.23571429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78.65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Масса огнеупорная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1.62884615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488.65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пескоструйной обработки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0.18520000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для полирования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 силиконовый для дублирования моделей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2.52500000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505.00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Материалы изолирующие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мл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Пластмасса холодной полимеризации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4.96000000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49.60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Силиконовый материал зуботехнический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0.92727200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18.55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для полирования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70.00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Стоматологический сплав для </w:t>
            </w:r>
            <w:proofErr w:type="spellStart"/>
            <w:r>
              <w:rPr>
                <w:sz w:val="16"/>
                <w:szCs w:val="16"/>
              </w:rPr>
              <w:t>бюгельного</w:t>
            </w:r>
            <w:proofErr w:type="spellEnd"/>
            <w:r>
              <w:rPr>
                <w:sz w:val="16"/>
                <w:szCs w:val="16"/>
              </w:rPr>
              <w:t xml:space="preserve"> протезирования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22.48840000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562.21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Тигли зуботехнические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2625.50000000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262.55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Фреза зуботехническая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34.20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2567.73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зубной техник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11:55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6.14430662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4393.18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01:00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238.77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4631.95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lastRenderedPageBreak/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1398.85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2660.69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12524.94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12525.00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2366D3" w:rsidRPr="008E63BE" w:rsidRDefault="002366D3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br w:type="column"/>
      </w:r>
    </w:p>
    <w:p w:rsidR="002366D3" w:rsidRPr="003F0D02" w:rsidRDefault="002366D3" w:rsidP="002366D3">
      <w:pPr>
        <w:autoSpaceDE w:val="0"/>
        <w:autoSpaceDN w:val="0"/>
        <w:adjustRightInd w:val="0"/>
        <w:jc w:val="center"/>
        <w:rPr>
          <w:i/>
          <w:szCs w:val="20"/>
          <w:lang w:val="en-US"/>
        </w:rPr>
      </w:pPr>
      <w:bookmarkStart w:id="3" w:name="_GoBack"/>
      <w:bookmarkEnd w:id="3"/>
    </w:p>
    <w:p w:rsidR="002366D3" w:rsidRPr="00EF297F" w:rsidRDefault="002366D3" w:rsidP="002366D3">
      <w:pPr>
        <w:autoSpaceDE w:val="0"/>
        <w:autoSpaceDN w:val="0"/>
        <w:adjustRightInd w:val="0"/>
        <w:jc w:val="center"/>
        <w:outlineLvl w:val="0"/>
        <w:rPr>
          <w:b/>
          <w:i/>
          <w:sz w:val="28"/>
          <w:szCs w:val="28"/>
          <w:lang w:val="en-US"/>
        </w:rPr>
      </w:pPr>
      <w:r w:rsidRPr="0023118B">
        <w:rPr>
          <w:b/>
          <w:i/>
          <w:sz w:val="28"/>
          <w:szCs w:val="28"/>
        </w:rPr>
        <w:t>Расчет стоимости медицинских услуг</w:t>
      </w:r>
      <w:r>
        <w:rPr>
          <w:b/>
          <w:i/>
          <w:sz w:val="28"/>
          <w:szCs w:val="28"/>
          <w:lang w:val="en-US"/>
        </w:rPr>
        <w:t xml:space="preserve"> </w:t>
      </w:r>
    </w:p>
    <w:p w:rsidR="002366D3" w:rsidRDefault="002366D3" w:rsidP="002366D3">
      <w:pPr>
        <w:autoSpaceDE w:val="0"/>
        <w:autoSpaceDN w:val="0"/>
        <w:adjustRightInd w:val="0"/>
        <w:jc w:val="center"/>
      </w:pPr>
    </w:p>
    <w:tbl>
      <w:tblPr>
        <w:tblW w:w="10384" w:type="dxa"/>
        <w:tblInd w:w="-15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81"/>
        <w:gridCol w:w="4173"/>
        <w:gridCol w:w="1497"/>
        <w:gridCol w:w="2833"/>
      </w:tblGrid>
      <w:tr w:rsidR="002366D3" w:rsidTr="00EF27F5">
        <w:trPr>
          <w:trHeight w:val="390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left="152" w:hanging="152"/>
              <w:jc w:val="both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Код:</w:t>
            </w:r>
          </w:p>
        </w:tc>
        <w:tc>
          <w:tcPr>
            <w:tcW w:w="4173" w:type="dxa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A16.07.041.004</w:t>
            </w:r>
          </w:p>
        </w:tc>
        <w:tc>
          <w:tcPr>
            <w:tcW w:w="1497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833" w:type="dxa"/>
          </w:tcPr>
          <w:p w:rsidR="002366D3" w:rsidRPr="001A7D22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gridAfter w:val="2"/>
          <w:wAfter w:w="4330" w:type="dxa"/>
        </w:trPr>
        <w:tc>
          <w:tcPr>
            <w:tcW w:w="1881" w:type="dxa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ind w:right="-20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услуги</w:t>
            </w:r>
            <w:r w:rsidRPr="00936BFF">
              <w:rPr>
                <w:sz w:val="16"/>
                <w:szCs w:val="16"/>
              </w:rPr>
              <w:t>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173" w:type="dxa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Применение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нерезорбируемой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мембраны</w:t>
            </w:r>
            <w:proofErr w:type="spellEnd"/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366D3" w:rsidRPr="00DD11D8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2366D3" w:rsidRPr="00CF2AC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366D3" w:rsidTr="00EF27F5">
        <w:tc>
          <w:tcPr>
            <w:tcW w:w="1881" w:type="dxa"/>
            <w:vAlign w:val="center"/>
          </w:tcPr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36BFF">
              <w:rPr>
                <w:sz w:val="16"/>
                <w:szCs w:val="16"/>
              </w:rPr>
              <w:t>Время выполнения:</w:t>
            </w: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00:05</w:t>
            </w: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2366D3" w:rsidTr="00EF27F5">
        <w:trPr>
          <w:trHeight w:val="336"/>
        </w:trPr>
        <w:tc>
          <w:tcPr>
            <w:tcW w:w="1881" w:type="dxa"/>
            <w:vAlign w:val="center"/>
          </w:tcPr>
          <w:p w:rsidR="002366D3" w:rsidRPr="009024DC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9024DC">
              <w:rPr>
                <w:sz w:val="16"/>
                <w:szCs w:val="16"/>
              </w:rPr>
              <w:t xml:space="preserve">оправочный </w:t>
            </w:r>
          </w:p>
          <w:p w:rsidR="002366D3" w:rsidRDefault="002366D3" w:rsidP="00EF27F5">
            <w:pPr>
              <w:autoSpaceDE w:val="0"/>
              <w:autoSpaceDN w:val="0"/>
              <w:adjustRightInd w:val="0"/>
              <w:jc w:val="both"/>
            </w:pPr>
            <w:r w:rsidRPr="009024DC">
              <w:rPr>
                <w:sz w:val="16"/>
                <w:szCs w:val="16"/>
              </w:rPr>
              <w:t>коэффициент:</w:t>
            </w:r>
          </w:p>
          <w:p w:rsidR="002366D3" w:rsidRPr="00936BFF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173" w:type="dxa"/>
            <w:vAlign w:val="center"/>
          </w:tcPr>
          <w:p w:rsidR="002366D3" w:rsidRPr="006F6466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497" w:type="dxa"/>
            <w:vAlign w:val="center"/>
          </w:tcPr>
          <w:p w:rsidR="002366D3" w:rsidRPr="00DC40D2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2366D3" w:rsidRPr="008A072D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2366D3" w:rsidRDefault="002366D3" w:rsidP="002366D3">
      <w:pPr>
        <w:autoSpaceDE w:val="0"/>
        <w:autoSpaceDN w:val="0"/>
        <w:adjustRightInd w:val="0"/>
        <w:ind w:left="-180"/>
        <w:jc w:val="both"/>
        <w:rPr>
          <w:lang w:val="en-US"/>
        </w:rPr>
      </w:pPr>
    </w:p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outlineLvl w:val="0"/>
        <w:rPr>
          <w:b/>
          <w:sz w:val="18"/>
          <w:szCs w:val="18"/>
        </w:rPr>
      </w:pPr>
      <w:r>
        <w:rPr>
          <w:lang w:val="en-US"/>
        </w:rPr>
        <w:t xml:space="preserve"> </w:t>
      </w:r>
      <w:r w:rsidRPr="00936BFF">
        <w:rPr>
          <w:b/>
          <w:sz w:val="18"/>
          <w:szCs w:val="18"/>
        </w:rPr>
        <w:t>Амортизация оборудования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Аморт</w:t>
            </w:r>
            <w:proofErr w:type="spellEnd"/>
            <w:r w:rsidRPr="00D06DD4">
              <w:rPr>
                <w:sz w:val="16"/>
                <w:szCs w:val="16"/>
              </w:rPr>
              <w:t>. 1 мин.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Аквадистиллятор</w:t>
            </w:r>
            <w:proofErr w:type="spell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0.13215278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Аппарат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упаковки инструментария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0.08292920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Аспиратор (</w:t>
            </w:r>
            <w:proofErr w:type="spellStart"/>
            <w:r>
              <w:rPr>
                <w:sz w:val="16"/>
                <w:szCs w:val="16"/>
              </w:rPr>
              <w:t>отсасыватель</w:t>
            </w:r>
            <w:proofErr w:type="spellEnd"/>
            <w:r>
              <w:rPr>
                <w:sz w:val="16"/>
                <w:szCs w:val="16"/>
              </w:rPr>
              <w:t>)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0.13360802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Камера для хранения стерильных инструментов и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0.03109632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Компрессор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0.62267173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Мебель для стоматологических кабинетов и зуботехнических лабораторий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0.01773609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Облучатель-</w:t>
            </w:r>
            <w:proofErr w:type="spellStart"/>
            <w:r>
              <w:rPr>
                <w:sz w:val="16"/>
                <w:szCs w:val="16"/>
              </w:rPr>
              <w:t>рециркулятор</w:t>
            </w:r>
            <w:proofErr w:type="spellEnd"/>
            <w:r>
              <w:rPr>
                <w:sz w:val="16"/>
                <w:szCs w:val="16"/>
              </w:rPr>
              <w:t xml:space="preserve"> воздуха </w:t>
            </w:r>
            <w:proofErr w:type="gramStart"/>
            <w:r>
              <w:rPr>
                <w:sz w:val="16"/>
                <w:szCs w:val="16"/>
              </w:rPr>
              <w:t>ультрафиолетовый</w:t>
            </w:r>
            <w:proofErr w:type="gramEnd"/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0.11261261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0.56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Оборудование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очистки изделий медицинского назначения, стоматологических инструментов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0.59655654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0.60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Прибор для ухода за стоматологическими наконечниками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0.06251392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0.31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стоматолога (кабинет стоматологический)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1.65896959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8.29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Стерилизатор </w:t>
            </w:r>
            <w:proofErr w:type="spellStart"/>
            <w:r>
              <w:rPr>
                <w:sz w:val="16"/>
                <w:szCs w:val="16"/>
              </w:rPr>
              <w:t>гласперленовый</w:t>
            </w:r>
            <w:proofErr w:type="spellEnd"/>
            <w:r>
              <w:rPr>
                <w:sz w:val="16"/>
                <w:szCs w:val="16"/>
              </w:rPr>
              <w:t>, стоматологический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0.06564414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0.13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Стерилизатор паровой (автоклав)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1.77485126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1.77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Установка стоматологическая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2.68986426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13.45</w:t>
            </w:r>
          </w:p>
        </w:tc>
      </w:tr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Устройство ультразвуковой очистки и дезинфекции инструментов и изделий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0.06803038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0.14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29.49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 </w:t>
      </w:r>
      <w:r>
        <w:rPr>
          <w:b/>
          <w:sz w:val="18"/>
          <w:szCs w:val="18"/>
        </w:rPr>
        <w:t>Малоценный инвентарь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480"/>
        <w:gridCol w:w="725"/>
        <w:gridCol w:w="1435"/>
        <w:gridCol w:w="1080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64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43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Износ на 1 мин</w:t>
            </w:r>
          </w:p>
        </w:tc>
        <w:tc>
          <w:tcPr>
            <w:tcW w:w="108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Диспенсер стоматологический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0.02379880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0.24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Дозаторы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0.01972598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0.30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Контейнер (емкость) для </w:t>
            </w:r>
            <w:proofErr w:type="spellStart"/>
            <w:r>
              <w:rPr>
                <w:sz w:val="16"/>
                <w:szCs w:val="16"/>
              </w:rPr>
              <w:t>предстерилизационной</w:t>
            </w:r>
            <w:proofErr w:type="spellEnd"/>
            <w:r>
              <w:rPr>
                <w:sz w:val="16"/>
                <w:szCs w:val="16"/>
              </w:rPr>
              <w:t xml:space="preserve"> очистки, дезинфекции и стерилизации медицинских изделий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0.00769519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инструментов стоматологических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0.11550301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0.58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Очки для стоматологов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0.00537725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0.03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Халат медицинский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0.02533784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48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</w:t>
            </w:r>
            <w:r w:rsidRPr="00D06DD4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1.65</w:t>
            </w:r>
          </w:p>
        </w:tc>
      </w:tr>
    </w:tbl>
    <w:p w:rsidR="002366D3" w:rsidRPr="005F2841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Предметы разового использования</w:t>
      </w:r>
      <w:r>
        <w:rPr>
          <w:b/>
          <w:sz w:val="18"/>
          <w:szCs w:val="18"/>
          <w:lang w:val="en-US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4972"/>
        <w:gridCol w:w="795"/>
        <w:gridCol w:w="734"/>
        <w:gridCol w:w="717"/>
        <w:gridCol w:w="1432"/>
        <w:gridCol w:w="1072"/>
      </w:tblGrid>
      <w:tr w:rsidR="002366D3" w:rsidTr="00EF27F5">
        <w:tc>
          <w:tcPr>
            <w:tcW w:w="46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5030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2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734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06DD4">
              <w:rPr>
                <w:sz w:val="16"/>
                <w:szCs w:val="16"/>
              </w:rPr>
              <w:t>Ед</w:t>
            </w:r>
            <w:proofErr w:type="gramStart"/>
            <w:r w:rsidRPr="00D06DD4">
              <w:rPr>
                <w:sz w:val="16"/>
                <w:szCs w:val="16"/>
              </w:rPr>
              <w:t>.и</w:t>
            </w:r>
            <w:proofErr w:type="gramEnd"/>
            <w:r w:rsidRPr="00D06DD4">
              <w:rPr>
                <w:sz w:val="16"/>
                <w:szCs w:val="16"/>
              </w:rPr>
              <w:t>зм</w:t>
            </w:r>
            <w:proofErr w:type="spellEnd"/>
          </w:p>
        </w:tc>
        <w:tc>
          <w:tcPr>
            <w:tcW w:w="71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% исп.</w:t>
            </w:r>
          </w:p>
        </w:tc>
        <w:tc>
          <w:tcPr>
            <w:tcW w:w="1438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Стоим</w:t>
            </w:r>
            <w:proofErr w:type="gramStart"/>
            <w:r w:rsidRPr="00D06DD4">
              <w:rPr>
                <w:sz w:val="16"/>
                <w:szCs w:val="16"/>
              </w:rPr>
              <w:t>.</w:t>
            </w:r>
            <w:proofErr w:type="gramEnd"/>
            <w:r w:rsidRPr="00D06DD4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06DD4">
              <w:rPr>
                <w:sz w:val="16"/>
                <w:szCs w:val="16"/>
              </w:rPr>
              <w:t>е</w:t>
            </w:r>
            <w:proofErr w:type="gramEnd"/>
            <w:r w:rsidRPr="00D06DD4">
              <w:rPr>
                <w:sz w:val="16"/>
                <w:szCs w:val="16"/>
              </w:rPr>
              <w:t>д-цы</w:t>
            </w:r>
            <w:proofErr w:type="spellEnd"/>
          </w:p>
        </w:tc>
        <w:tc>
          <w:tcPr>
            <w:tcW w:w="1079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3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Мембрана </w:t>
            </w:r>
            <w:proofErr w:type="spellStart"/>
            <w:r>
              <w:rPr>
                <w:sz w:val="16"/>
                <w:szCs w:val="16"/>
              </w:rPr>
              <w:t>нерезорбируемая</w:t>
            </w:r>
            <w:proofErr w:type="spellEnd"/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1.00000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1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1438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0.00000000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</w:tr>
      <w:tr w:rsidR="002366D3" w:rsidTr="00EF27F5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503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1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</w:tbl>
    <w:p w:rsidR="002366D3" w:rsidRPr="00936BFF" w:rsidRDefault="002366D3" w:rsidP="002366D3">
      <w:pPr>
        <w:autoSpaceDE w:val="0"/>
        <w:autoSpaceDN w:val="0"/>
        <w:adjustRightInd w:val="0"/>
        <w:ind w:left="-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Заработная плата основного персонала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613"/>
        <w:gridCol w:w="993"/>
        <w:gridCol w:w="850"/>
        <w:gridCol w:w="709"/>
        <w:gridCol w:w="709"/>
        <w:gridCol w:w="567"/>
        <w:gridCol w:w="1275"/>
        <w:gridCol w:w="993"/>
      </w:tblGrid>
      <w:tr w:rsidR="002366D3" w:rsidTr="00EF27F5">
        <w:tc>
          <w:tcPr>
            <w:tcW w:w="464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№</w:t>
            </w:r>
          </w:p>
        </w:tc>
        <w:tc>
          <w:tcPr>
            <w:tcW w:w="361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2366D3" w:rsidRPr="00D53D51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категория</w:t>
            </w:r>
          </w:p>
        </w:tc>
        <w:tc>
          <w:tcPr>
            <w:tcW w:w="850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Квалиф</w:t>
            </w:r>
            <w:proofErr w:type="spellEnd"/>
            <w:r>
              <w:rPr>
                <w:sz w:val="16"/>
                <w:szCs w:val="16"/>
              </w:rPr>
              <w:t>. уровень</w:t>
            </w:r>
          </w:p>
        </w:tc>
        <w:tc>
          <w:tcPr>
            <w:tcW w:w="709" w:type="dxa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Проф. </w:t>
            </w:r>
            <w:proofErr w:type="spellStart"/>
            <w:r>
              <w:rPr>
                <w:sz w:val="16"/>
                <w:szCs w:val="16"/>
              </w:rPr>
              <w:t>квал</w:t>
            </w:r>
            <w:proofErr w:type="spellEnd"/>
            <w:r>
              <w:rPr>
                <w:sz w:val="16"/>
                <w:szCs w:val="16"/>
              </w:rPr>
              <w:t>. группа</w:t>
            </w:r>
          </w:p>
        </w:tc>
        <w:tc>
          <w:tcPr>
            <w:tcW w:w="709" w:type="dxa"/>
          </w:tcPr>
          <w:p w:rsidR="002366D3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Время</w:t>
            </w:r>
          </w:p>
        </w:tc>
        <w:tc>
          <w:tcPr>
            <w:tcW w:w="567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ЗП 1 минуты</w:t>
            </w:r>
          </w:p>
        </w:tc>
        <w:tc>
          <w:tcPr>
            <w:tcW w:w="993" w:type="dxa"/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6DD4">
              <w:rPr>
                <w:sz w:val="16"/>
                <w:szCs w:val="16"/>
              </w:rPr>
              <w:t>Итого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врачи-специалисты амбулаторно-поликлинических учреждений 2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Врачи и провизоры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00:05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8.94092875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44.70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медицинская сестра 3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первая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 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00:05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5.48050953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27.40</w:t>
            </w:r>
          </w:p>
        </w:tc>
      </w:tr>
      <w:tr w:rsidR="002366D3" w:rsidTr="00EF27F5">
        <w:trPr>
          <w:trHeight w:val="615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61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санитарка со стажем 1 кв.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Мед и </w:t>
            </w:r>
            <w:proofErr w:type="spellStart"/>
            <w:proofErr w:type="gramStart"/>
            <w:r>
              <w:rPr>
                <w:sz w:val="16"/>
                <w:szCs w:val="16"/>
              </w:rPr>
              <w:t>фарм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пер 1 </w:t>
            </w:r>
            <w:proofErr w:type="spellStart"/>
            <w:r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00:05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3.97958125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19.90</w:t>
            </w:r>
          </w:p>
        </w:tc>
      </w:tr>
      <w:tr w:rsidR="002366D3" w:rsidTr="00EF27F5">
        <w:tc>
          <w:tcPr>
            <w:tcW w:w="464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61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D06DD4">
              <w:rPr>
                <w:sz w:val="18"/>
                <w:szCs w:val="18"/>
              </w:rPr>
              <w:t>Всего: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92.00</w:t>
            </w:r>
          </w:p>
        </w:tc>
      </w:tr>
    </w:tbl>
    <w:p w:rsidR="002366D3" w:rsidRPr="00D53D51" w:rsidRDefault="002366D3" w:rsidP="002366D3">
      <w:pPr>
        <w:autoSpaceDE w:val="0"/>
        <w:autoSpaceDN w:val="0"/>
        <w:adjustRightInd w:val="0"/>
        <w:jc w:val="both"/>
        <w:rPr>
          <w:sz w:val="4"/>
          <w:szCs w:val="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6"/>
        <w:gridCol w:w="1085"/>
        <w:gridCol w:w="3567"/>
      </w:tblGrid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Начисление на заработную плату основного персонала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30.20%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27.78</w:t>
            </w:r>
          </w:p>
        </w:tc>
      </w:tr>
      <w:tr w:rsidR="002366D3" w:rsidRPr="00D06DD4" w:rsidTr="00EF27F5">
        <w:tc>
          <w:tcPr>
            <w:tcW w:w="5508" w:type="dxa"/>
            <w:tcBorders>
              <w:bottom w:val="single" w:sz="4" w:space="0" w:color="auto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Накладные расходы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0,5744214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52.85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Себестоимость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203.77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Рентабельность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0.00%</w:t>
            </w: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0.00</w:t>
            </w:r>
          </w:p>
        </w:tc>
      </w:tr>
      <w:tr w:rsidR="002366D3" w:rsidRPr="00D06DD4" w:rsidTr="00EF27F5">
        <w:tc>
          <w:tcPr>
            <w:tcW w:w="5508" w:type="dxa"/>
            <w:tcBorders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06DD4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9" w:type="dxa"/>
            <w:tcBorders>
              <w:left w:val="nil"/>
            </w:tcBorders>
            <w:vAlign w:val="center"/>
          </w:tcPr>
          <w:p w:rsidR="002366D3" w:rsidRPr="00D06DD4" w:rsidRDefault="002366D3" w:rsidP="00EF27F5">
            <w:pPr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204.00</w:t>
            </w:r>
          </w:p>
        </w:tc>
      </w:tr>
    </w:tbl>
    <w:p w:rsidR="002366D3" w:rsidRPr="008E63BE" w:rsidRDefault="002366D3" w:rsidP="002366D3">
      <w:pPr>
        <w:autoSpaceDE w:val="0"/>
        <w:autoSpaceDN w:val="0"/>
        <w:adjustRightInd w:val="0"/>
        <w:jc w:val="both"/>
        <w:rPr>
          <w:lang w:val="en-US"/>
        </w:rPr>
      </w:pPr>
    </w:p>
    <w:p w:rsidR="008E63BE" w:rsidRPr="008E63BE" w:rsidRDefault="008E63BE">
      <w:pPr>
        <w:autoSpaceDE w:val="0"/>
        <w:autoSpaceDN w:val="0"/>
        <w:adjustRightInd w:val="0"/>
        <w:jc w:val="both"/>
        <w:rPr>
          <w:lang w:val="en-US"/>
        </w:rPr>
      </w:pPr>
    </w:p>
    <w:sectPr w:rsidR="008E63BE" w:rsidRPr="008E63BE" w:rsidSect="00891E5D">
      <w:footerReference w:type="default" r:id="rId9"/>
      <w:pgSz w:w="11906" w:h="16838"/>
      <w:pgMar w:top="567" w:right="851" w:bottom="567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160" w:rsidRDefault="003D3160">
      <w:r>
        <w:separator/>
      </w:r>
    </w:p>
  </w:endnote>
  <w:endnote w:type="continuationSeparator" w:id="0">
    <w:p w:rsidR="003D3160" w:rsidRDefault="003D3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909" w:rsidRPr="00D0695B" w:rsidRDefault="00A00909" w:rsidP="001F7A38">
    <w:pPr>
      <w:pStyle w:val="a4"/>
      <w:rPr>
        <w:rStyle w:val="a5"/>
        <w:color w:val="999999"/>
        <w:sz w:val="2"/>
        <w:szCs w:val="2"/>
        <w:u w:val="single"/>
      </w:rPr>
    </w:pPr>
    <w:r w:rsidRPr="00421DB2">
      <w:rPr>
        <w:rStyle w:val="a5"/>
        <w:color w:val="999999"/>
        <w:u w:val="single"/>
      </w:rPr>
      <w:t xml:space="preserve">                                                                                                                                                                                  </w:t>
    </w:r>
    <w:r w:rsidRPr="00421DB2">
      <w:rPr>
        <w:rStyle w:val="a5"/>
        <w:color w:val="999999"/>
        <w:sz w:val="2"/>
        <w:szCs w:val="2"/>
        <w:u w:val="single"/>
      </w:rPr>
      <w:t>.</w:t>
    </w:r>
  </w:p>
  <w:p w:rsidR="00A00909" w:rsidRPr="00421DB2" w:rsidRDefault="002366D3" w:rsidP="001F7A38">
    <w:pPr>
      <w:pStyle w:val="a4"/>
      <w:rPr>
        <w:rStyle w:val="a5"/>
        <w:color w:val="999999"/>
        <w:sz w:val="16"/>
        <w:szCs w:val="16"/>
      </w:rPr>
    </w:pPr>
    <w:proofErr w:type="spellStart"/>
    <w:r w:rsidRPr="00421DB2">
      <w:rPr>
        <w:rStyle w:val="a5"/>
        <w:color w:val="999999"/>
        <w:sz w:val="16"/>
        <w:szCs w:val="16"/>
      </w:rPr>
      <w:t>АРМ"Расчет</w:t>
    </w:r>
    <w:proofErr w:type="spellEnd"/>
    <w:r w:rsidRPr="00421DB2">
      <w:rPr>
        <w:rStyle w:val="a5"/>
        <w:color w:val="999999"/>
        <w:sz w:val="16"/>
        <w:szCs w:val="16"/>
      </w:rPr>
      <w:t xml:space="preserve"> цен на платные медицинские услуги" 1.9.0</w:t>
    </w:r>
  </w:p>
  <w:p w:rsidR="00A00909" w:rsidRPr="005F7208" w:rsidRDefault="002366D3" w:rsidP="001F7A38">
    <w:pPr>
      <w:pStyle w:val="a4"/>
      <w:rPr>
        <w:rStyle w:val="a5"/>
        <w:color w:val="999999"/>
        <w:sz w:val="16"/>
        <w:szCs w:val="16"/>
        <w:lang w:val="en-US"/>
      </w:rPr>
    </w:pPr>
    <w:proofErr w:type="spellStart"/>
    <w:r>
      <w:rPr>
        <w:rStyle w:val="a5"/>
        <w:color w:val="999999"/>
        <w:sz w:val="16"/>
        <w:szCs w:val="16"/>
        <w:lang w:val="en-US"/>
      </w:rPr>
      <w:t>Дата</w:t>
    </w:r>
    <w:proofErr w:type="spellEnd"/>
    <w:r>
      <w:rPr>
        <w:rStyle w:val="a5"/>
        <w:color w:val="999999"/>
        <w:sz w:val="16"/>
        <w:szCs w:val="16"/>
        <w:lang w:val="en-US"/>
      </w:rPr>
      <w:t xml:space="preserve"> </w:t>
    </w:r>
    <w:proofErr w:type="spellStart"/>
    <w:r>
      <w:rPr>
        <w:rStyle w:val="a5"/>
        <w:color w:val="999999"/>
        <w:sz w:val="16"/>
        <w:szCs w:val="16"/>
        <w:lang w:val="en-US"/>
      </w:rPr>
      <w:t>печати</w:t>
    </w:r>
    <w:proofErr w:type="spellEnd"/>
    <w:r>
      <w:rPr>
        <w:rStyle w:val="a5"/>
        <w:color w:val="999999"/>
        <w:sz w:val="16"/>
        <w:szCs w:val="16"/>
        <w:lang w:val="en-US"/>
      </w:rPr>
      <w:t xml:space="preserve">: 09.04.2021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160" w:rsidRDefault="003D3160">
      <w:r>
        <w:separator/>
      </w:r>
    </w:p>
  </w:footnote>
  <w:footnote w:type="continuationSeparator" w:id="0">
    <w:p w:rsidR="003D3160" w:rsidRDefault="003D31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CD0"/>
    <w:multiLevelType w:val="multilevel"/>
    <w:tmpl w:val="BE0C755E"/>
    <w:lvl w:ilvl="0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62DA5"/>
    <w:multiLevelType w:val="hybridMultilevel"/>
    <w:tmpl w:val="857EC5F8"/>
    <w:lvl w:ilvl="0" w:tplc="D3CE45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DE06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6EA1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02F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AED8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5A20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8A99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A28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7050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EC421E"/>
    <w:multiLevelType w:val="hybridMultilevel"/>
    <w:tmpl w:val="59A6C738"/>
    <w:lvl w:ilvl="0" w:tplc="BF9A2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52D6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FEEF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A49F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4A59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5082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FCC6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8A5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E3C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FD4EB9"/>
    <w:multiLevelType w:val="multilevel"/>
    <w:tmpl w:val="63AAFF12"/>
    <w:lvl w:ilvl="0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BC2E68"/>
    <w:multiLevelType w:val="multilevel"/>
    <w:tmpl w:val="89668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F66B51"/>
    <w:multiLevelType w:val="multilevel"/>
    <w:tmpl w:val="390867F8"/>
    <w:lvl w:ilvl="0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9C5C1C"/>
    <w:multiLevelType w:val="multilevel"/>
    <w:tmpl w:val="480ECF4C"/>
    <w:lvl w:ilvl="0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0E192F"/>
    <w:multiLevelType w:val="hybridMultilevel"/>
    <w:tmpl w:val="08BC6FB0"/>
    <w:lvl w:ilvl="0" w:tplc="36D88A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80CD12">
      <w:start w:val="1"/>
      <w:numFmt w:val="decimal"/>
      <w:lvlText w:val="%2."/>
      <w:lvlJc w:val="left"/>
      <w:pPr>
        <w:tabs>
          <w:tab w:val="num" w:pos="1437"/>
        </w:tabs>
        <w:ind w:left="1364" w:hanging="284"/>
      </w:pPr>
      <w:rPr>
        <w:rFonts w:hint="default"/>
      </w:rPr>
    </w:lvl>
    <w:lvl w:ilvl="2" w:tplc="BA643C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36FA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54D3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8CB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7E3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ECD0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7E46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5C2917"/>
    <w:multiLevelType w:val="hybridMultilevel"/>
    <w:tmpl w:val="390867F8"/>
    <w:lvl w:ilvl="0" w:tplc="4A4CD82E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 w:tplc="DE029F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04C5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385A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F86B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847F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C0C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2C8F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4240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683856"/>
    <w:multiLevelType w:val="hybridMultilevel"/>
    <w:tmpl w:val="DD5CD78E"/>
    <w:lvl w:ilvl="0" w:tplc="D3168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2B2A60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C6C0E0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262909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22A288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4AA34C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C2029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966844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3DAF9F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E9545C2"/>
    <w:multiLevelType w:val="hybridMultilevel"/>
    <w:tmpl w:val="DB168F44"/>
    <w:lvl w:ilvl="0" w:tplc="AD0E92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1273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B669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BE17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447F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1675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3C4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E659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56DC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330855"/>
    <w:multiLevelType w:val="hybridMultilevel"/>
    <w:tmpl w:val="480ECF4C"/>
    <w:lvl w:ilvl="0" w:tplc="E81E8A38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 w:tplc="F9B2A5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10B6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DC5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203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14F4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CCB6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EE88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3468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6E7F41"/>
    <w:multiLevelType w:val="hybridMultilevel"/>
    <w:tmpl w:val="63AAFF12"/>
    <w:lvl w:ilvl="0" w:tplc="5A4ECB56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 w:tplc="3AB0D1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68DF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6ED0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08A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4409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EE80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1AE6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B6DD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1A693B"/>
    <w:multiLevelType w:val="hybridMultilevel"/>
    <w:tmpl w:val="CAFA8156"/>
    <w:lvl w:ilvl="0" w:tplc="91422BA2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 w:tplc="4D9233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05A33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06FA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0D9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74CE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006F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303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CAA9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992443"/>
    <w:multiLevelType w:val="multilevel"/>
    <w:tmpl w:val="8BBE90D2"/>
    <w:lvl w:ilvl="0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F30BF2"/>
    <w:multiLevelType w:val="multilevel"/>
    <w:tmpl w:val="7EE45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37"/>
        </w:tabs>
        <w:ind w:left="136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4"/>
  </w:num>
  <w:num w:numId="5">
    <w:abstractNumId w:val="12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  <w:num w:numId="11">
    <w:abstractNumId w:val="15"/>
  </w:num>
  <w:num w:numId="12">
    <w:abstractNumId w:val="0"/>
  </w:num>
  <w:num w:numId="13">
    <w:abstractNumId w:val="6"/>
  </w:num>
  <w:num w:numId="14">
    <w:abstractNumId w:val="13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E5D"/>
    <w:rsid w:val="000116FE"/>
    <w:rsid w:val="00031A41"/>
    <w:rsid w:val="000922E1"/>
    <w:rsid w:val="000C0B93"/>
    <w:rsid w:val="00122FA9"/>
    <w:rsid w:val="0017206A"/>
    <w:rsid w:val="00187615"/>
    <w:rsid w:val="001A7D22"/>
    <w:rsid w:val="001B2099"/>
    <w:rsid w:val="001D1500"/>
    <w:rsid w:val="001F7A38"/>
    <w:rsid w:val="0023118B"/>
    <w:rsid w:val="002366D3"/>
    <w:rsid w:val="002426B2"/>
    <w:rsid w:val="002813A4"/>
    <w:rsid w:val="002B316A"/>
    <w:rsid w:val="002F60E5"/>
    <w:rsid w:val="002F7EFB"/>
    <w:rsid w:val="0030476F"/>
    <w:rsid w:val="0034463F"/>
    <w:rsid w:val="003D3160"/>
    <w:rsid w:val="003F0D02"/>
    <w:rsid w:val="003F39E1"/>
    <w:rsid w:val="00420305"/>
    <w:rsid w:val="00421DB2"/>
    <w:rsid w:val="0044597F"/>
    <w:rsid w:val="00476353"/>
    <w:rsid w:val="005D6B87"/>
    <w:rsid w:val="005F05B6"/>
    <w:rsid w:val="005F2841"/>
    <w:rsid w:val="005F7208"/>
    <w:rsid w:val="00646A38"/>
    <w:rsid w:val="006501D0"/>
    <w:rsid w:val="006534A4"/>
    <w:rsid w:val="006D1B48"/>
    <w:rsid w:val="006F6466"/>
    <w:rsid w:val="00770895"/>
    <w:rsid w:val="007B60ED"/>
    <w:rsid w:val="007B6552"/>
    <w:rsid w:val="007D0115"/>
    <w:rsid w:val="00855072"/>
    <w:rsid w:val="00862E57"/>
    <w:rsid w:val="00866A18"/>
    <w:rsid w:val="008835E3"/>
    <w:rsid w:val="0089136A"/>
    <w:rsid w:val="00891E5D"/>
    <w:rsid w:val="008A072D"/>
    <w:rsid w:val="008B09C2"/>
    <w:rsid w:val="008D618C"/>
    <w:rsid w:val="008E63BE"/>
    <w:rsid w:val="009024DC"/>
    <w:rsid w:val="00926027"/>
    <w:rsid w:val="00936BFF"/>
    <w:rsid w:val="00945519"/>
    <w:rsid w:val="00965CF6"/>
    <w:rsid w:val="009A021C"/>
    <w:rsid w:val="00A00909"/>
    <w:rsid w:val="00A726FA"/>
    <w:rsid w:val="00A821D9"/>
    <w:rsid w:val="00A925A8"/>
    <w:rsid w:val="00AB5274"/>
    <w:rsid w:val="00AF59EA"/>
    <w:rsid w:val="00B16924"/>
    <w:rsid w:val="00B30439"/>
    <w:rsid w:val="00B35BC9"/>
    <w:rsid w:val="00B4656C"/>
    <w:rsid w:val="00B6223F"/>
    <w:rsid w:val="00B71FC4"/>
    <w:rsid w:val="00BE7771"/>
    <w:rsid w:val="00BF7817"/>
    <w:rsid w:val="00CF2AC4"/>
    <w:rsid w:val="00CF601D"/>
    <w:rsid w:val="00D00F64"/>
    <w:rsid w:val="00D0695B"/>
    <w:rsid w:val="00D06DD4"/>
    <w:rsid w:val="00D53D51"/>
    <w:rsid w:val="00D6221B"/>
    <w:rsid w:val="00DC40D2"/>
    <w:rsid w:val="00DD11D8"/>
    <w:rsid w:val="00DE387D"/>
    <w:rsid w:val="00E04E6F"/>
    <w:rsid w:val="00E303B6"/>
    <w:rsid w:val="00E5134E"/>
    <w:rsid w:val="00E877B4"/>
    <w:rsid w:val="00EE2F77"/>
    <w:rsid w:val="00EF297F"/>
    <w:rsid w:val="00F05095"/>
    <w:rsid w:val="00F15217"/>
    <w:rsid w:val="00F62559"/>
    <w:rsid w:val="00F63905"/>
    <w:rsid w:val="00F80883"/>
    <w:rsid w:val="00FD4FC8"/>
    <w:rsid w:val="00FE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F7A3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F7A3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F7A38"/>
  </w:style>
  <w:style w:type="table" w:styleId="a6">
    <w:name w:val="Table Grid"/>
    <w:basedOn w:val="a1"/>
    <w:rsid w:val="00936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link w:val="a8"/>
    <w:uiPriority w:val="99"/>
    <w:semiHidden/>
    <w:unhideWhenUsed/>
    <w:rsid w:val="005F2841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rsid w:val="005F28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F7A3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F7A3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F7A38"/>
  </w:style>
  <w:style w:type="table" w:styleId="a6">
    <w:name w:val="Table Grid"/>
    <w:basedOn w:val="a1"/>
    <w:rsid w:val="00936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link w:val="a8"/>
    <w:uiPriority w:val="99"/>
    <w:semiHidden/>
    <w:unhideWhenUsed/>
    <w:rsid w:val="005F2841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rsid w:val="005F28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D\&#1040;&#1089;&#1089;&#1086;&#1094;&#1080;&#1072;&#1094;&#1080;&#1080;\1.%20&#1054;&#1054;&#1054;&#1057;\2%20&#1055;&#1088;&#1086;&#1090;&#1086;&#1082;&#1086;&#1083;&#1099;%20&#1057;&#1086;&#1074;&#1077;&#1090;&#1072;\2021\5%20&#1057;&#1086;&#1075;&#1083;&#1072;&#1089;&#1086;&#1074;&#1072;&#1085;&#1080;&#1077;%20&#1085;&#1086;&#1074;&#1086;&#1075;&#1086;%20&#1087;&#1077;&#1088;&#1077;&#1095;&#1085;&#1103;\&#1050;&#1072;&#1088;&#1090;&#1086;&#1095;&#1082;&#1072;-&#1088;&#1072;&#1089;&#1095;&#1077;&#1090;_new(&#1058;&#1054;)09.04.202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6E170-69C1-49BE-8929-EF5D0D883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Карточка-расчет_new(ТО)09.04.2021</Template>
  <TotalTime>7</TotalTime>
  <Pages>38</Pages>
  <Words>14502</Words>
  <Characters>82664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OTMU</Company>
  <LinksUpToDate>false</LinksUpToDate>
  <CharactersWithSpaces>96973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Рецлова Ю.А.</dc:creator>
  <cp:lastModifiedBy>Рецлова Ю.А.</cp:lastModifiedBy>
  <cp:revision>1</cp:revision>
  <cp:lastPrinted>2004-11-30T11:35:00Z</cp:lastPrinted>
  <dcterms:created xsi:type="dcterms:W3CDTF">2021-04-10T05:39:00Z</dcterms:created>
  <dcterms:modified xsi:type="dcterms:W3CDTF">2021-04-10T05:47:00Z</dcterms:modified>
</cp:coreProperties>
</file>